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991D41" w:rsidRPr="00B0544D" w14:paraId="6F1F4AB7" w14:textId="77777777" w:rsidTr="00453AF9">
        <w:tc>
          <w:tcPr>
            <w:tcW w:w="1311" w:type="dxa"/>
          </w:tcPr>
          <w:p w14:paraId="5CC83EC5" w14:textId="77777777" w:rsidR="00991D41" w:rsidRPr="001A5581" w:rsidRDefault="00991D41" w:rsidP="00453AF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1A5581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091D0002" w14:textId="77777777" w:rsidR="00991D41" w:rsidRPr="001A5581" w:rsidRDefault="00991D41" w:rsidP="00453AF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38960A8B" w14:textId="77777777" w:rsidR="00991D41" w:rsidRPr="001A5581" w:rsidRDefault="00991D41" w:rsidP="00453AF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991D41" w:rsidRPr="009146AD" w14:paraId="0ECEEAA5" w14:textId="77777777" w:rsidTr="00453AF9">
        <w:tc>
          <w:tcPr>
            <w:tcW w:w="1311" w:type="dxa"/>
          </w:tcPr>
          <w:p w14:paraId="1E822E9E" w14:textId="77777777" w:rsidR="00991D41" w:rsidRPr="001A5581" w:rsidRDefault="00991D41" w:rsidP="00453AF9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2086" w:type="dxa"/>
          </w:tcPr>
          <w:p w14:paraId="034318AD" w14:textId="77777777" w:rsidR="00991D41" w:rsidRPr="001A5581" w:rsidRDefault="00991D41" w:rsidP="00453AF9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Pannello isolante</w:t>
            </w:r>
          </w:p>
          <w:p w14:paraId="40165DF1" w14:textId="77777777" w:rsidR="00991D41" w:rsidRPr="001A5581" w:rsidRDefault="00991D41" w:rsidP="00453AF9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 xml:space="preserve">EPS </w:t>
            </w:r>
            <w:proofErr w:type="spellStart"/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Klettjet</w:t>
            </w:r>
            <w:proofErr w:type="spellEnd"/>
          </w:p>
          <w:p w14:paraId="351ED021" w14:textId="77777777" w:rsidR="00991D41" w:rsidRPr="001A5581" w:rsidRDefault="00991D41" w:rsidP="00453AF9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o</w:t>
            </w:r>
          </w:p>
          <w:p w14:paraId="7A2349D7" w14:textId="77777777" w:rsidR="00991D41" w:rsidRPr="001A5581" w:rsidRDefault="00991D41" w:rsidP="00453AF9">
            <w:pPr>
              <w:jc w:val="center"/>
              <w:rPr>
                <w:rFonts w:ascii="Poppins" w:hAnsi="Poppins" w:cs="Poppins"/>
                <w:color w:val="00B050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 xml:space="preserve">PE </w:t>
            </w:r>
            <w:proofErr w:type="spellStart"/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Klettjet</w:t>
            </w:r>
            <w:proofErr w:type="spellEnd"/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 xml:space="preserve"> R </w:t>
            </w:r>
          </w:p>
          <w:p w14:paraId="36D4C4BA" w14:textId="77777777" w:rsidR="00991D41" w:rsidRPr="001A5581" w:rsidRDefault="00991D41" w:rsidP="00453AF9">
            <w:pPr>
              <w:jc w:val="center"/>
              <w:rPr>
                <w:rFonts w:ascii="Poppins" w:hAnsi="Poppins" w:cs="Poppins"/>
                <w:color w:val="00B050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 xml:space="preserve">con tubazione </w:t>
            </w:r>
          </w:p>
          <w:p w14:paraId="1B8BE4B8" w14:textId="77777777" w:rsidR="00991D41" w:rsidRPr="001A5581" w:rsidRDefault="00991D41" w:rsidP="00453AF9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proofErr w:type="spellStart"/>
            <w:r w:rsidRPr="001A5581">
              <w:rPr>
                <w:rFonts w:ascii="Poppins" w:hAnsi="Poppins" w:cs="Poppins"/>
                <w:color w:val="00B050"/>
                <w:sz w:val="20"/>
              </w:rPr>
              <w:t>PexPenta</w:t>
            </w:r>
            <w:proofErr w:type="spellEnd"/>
            <w:r w:rsidRPr="001A5581">
              <w:rPr>
                <w:rFonts w:ascii="Poppins" w:hAnsi="Poppins" w:cs="Poppins"/>
                <w:color w:val="00B050"/>
                <w:sz w:val="20"/>
              </w:rPr>
              <w:t xml:space="preserve"> </w:t>
            </w:r>
            <w:proofErr w:type="spellStart"/>
            <w:r w:rsidRPr="001A5581">
              <w:rPr>
                <w:rFonts w:ascii="Poppins" w:hAnsi="Poppins" w:cs="Poppins"/>
                <w:color w:val="00B050"/>
                <w:sz w:val="20"/>
              </w:rPr>
              <w:t>Klett</w:t>
            </w:r>
            <w:proofErr w:type="spellEnd"/>
          </w:p>
        </w:tc>
        <w:tc>
          <w:tcPr>
            <w:tcW w:w="6101" w:type="dxa"/>
          </w:tcPr>
          <w:p w14:paraId="60D235D1" w14:textId="77777777" w:rsidR="00991D41" w:rsidRPr="001A5581" w:rsidRDefault="00991D41" w:rsidP="00453AF9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Sistema di riscaldamento/raffrescamento a pavimento con posa dei tubi a serpentino.</w:t>
            </w:r>
          </w:p>
          <w:p w14:paraId="7B677DFF" w14:textId="77777777" w:rsidR="00991D41" w:rsidRPr="001A5581" w:rsidRDefault="00991D41" w:rsidP="00453AF9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 xml:space="preserve"> </w:t>
            </w:r>
          </w:p>
          <w:p w14:paraId="4C598F21" w14:textId="77777777" w:rsidR="00991D41" w:rsidRPr="001A5581" w:rsidRDefault="00991D41" w:rsidP="00453AF9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Il sistema è costituito da:</w:t>
            </w:r>
          </w:p>
          <w:p w14:paraId="22D4C99E" w14:textId="77777777" w:rsidR="00991D41" w:rsidRPr="001A5581" w:rsidRDefault="00991D41" w:rsidP="00453AF9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1A5581">
              <w:rPr>
                <w:rFonts w:ascii="Poppins" w:hAnsi="Poppins" w:cs="Poppins"/>
              </w:rPr>
              <w:t xml:space="preserve">Pannello isolante in polistirene espanso (EPS) stampato </w:t>
            </w:r>
            <w:r w:rsidRPr="001A5581">
              <w:rPr>
                <w:rFonts w:ascii="Poppins" w:hAnsi="Poppins" w:cs="Poppins"/>
                <w:color w:val="00B050"/>
              </w:rPr>
              <w:t>H20</w:t>
            </w:r>
            <w:r w:rsidRPr="001A5581">
              <w:rPr>
                <w:rFonts w:ascii="Poppins" w:hAnsi="Poppins" w:cs="Poppins"/>
              </w:rPr>
              <w:t xml:space="preserve"> / </w:t>
            </w:r>
            <w:r w:rsidRPr="001A5581">
              <w:rPr>
                <w:rFonts w:ascii="Poppins" w:hAnsi="Poppins" w:cs="Poppins"/>
                <w:color w:val="FF0000"/>
              </w:rPr>
              <w:t>H30</w:t>
            </w:r>
            <w:r w:rsidRPr="001A5581">
              <w:rPr>
                <w:rFonts w:ascii="Poppins" w:hAnsi="Poppins" w:cs="Poppins"/>
              </w:rPr>
              <w:t xml:space="preserve"> o polietilene espanso </w:t>
            </w:r>
            <w:r w:rsidRPr="001A5581">
              <w:rPr>
                <w:rFonts w:ascii="Poppins" w:hAnsi="Poppins" w:cs="Poppins"/>
                <w:color w:val="FFD966" w:themeColor="accent4" w:themeTint="99"/>
              </w:rPr>
              <w:t xml:space="preserve">H6 </w:t>
            </w:r>
            <w:r w:rsidRPr="001A5581">
              <w:rPr>
                <w:rFonts w:ascii="Poppins" w:hAnsi="Poppins" w:cs="Poppins"/>
              </w:rPr>
              <w:t>per isolamento termico per tubo 16x2. Passo tubi 5 cm.</w:t>
            </w:r>
          </w:p>
          <w:p w14:paraId="58478A10" w14:textId="77777777" w:rsidR="00991D41" w:rsidRPr="001A5581" w:rsidRDefault="00991D41" w:rsidP="00453AF9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1A5581">
              <w:rPr>
                <w:rFonts w:ascii="Poppins" w:hAnsi="Poppins" w:cs="Poppins"/>
              </w:rPr>
              <w:t>Striscia isolante perimetrale in polietilene espanso a cellule chiuse, con banda adesiva per il fissaggio a parete, spessore 5 mm e altezza 150 mm.</w:t>
            </w:r>
          </w:p>
          <w:p w14:paraId="4B887595" w14:textId="77777777" w:rsidR="00991D41" w:rsidRPr="001A5581" w:rsidRDefault="00991D41" w:rsidP="00453AF9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1A5581">
              <w:rPr>
                <w:rFonts w:ascii="Poppins" w:hAnsi="Poppins" w:cs="Poppins"/>
              </w:rPr>
              <w:t xml:space="preserve">Tubazioni </w:t>
            </w:r>
            <w:r w:rsidRPr="001A5581">
              <w:rPr>
                <w:rFonts w:ascii="Poppins" w:hAnsi="Poppins" w:cs="Poppins"/>
                <w:color w:val="00B050"/>
              </w:rPr>
              <w:t xml:space="preserve">Pex Penta </w:t>
            </w:r>
            <w:proofErr w:type="spellStart"/>
            <w:r w:rsidRPr="001A5581">
              <w:rPr>
                <w:rFonts w:ascii="Poppins" w:hAnsi="Poppins" w:cs="Poppins"/>
                <w:color w:val="00B050"/>
              </w:rPr>
              <w:t>Klett</w:t>
            </w:r>
            <w:proofErr w:type="spellEnd"/>
            <w:r w:rsidRPr="001A5581">
              <w:rPr>
                <w:rFonts w:ascii="Poppins" w:hAnsi="Poppins" w:cs="Poppins"/>
                <w:color w:val="00B050"/>
              </w:rPr>
              <w:t xml:space="preserve"> 16 x 2</w:t>
            </w:r>
          </w:p>
          <w:p w14:paraId="4D13B2F0" w14:textId="77777777" w:rsidR="00991D41" w:rsidRPr="001A5581" w:rsidRDefault="00991D41" w:rsidP="00453AF9">
            <w:pPr>
              <w:pStyle w:val="Paragrafoelenco"/>
              <w:numPr>
                <w:ilvl w:val="0"/>
                <w:numId w:val="20"/>
              </w:numPr>
              <w:spacing w:after="160" w:line="254" w:lineRule="auto"/>
              <w:contextualSpacing/>
              <w:jc w:val="both"/>
              <w:rPr>
                <w:rFonts w:ascii="Poppins" w:hAnsi="Poppins" w:cs="Poppins"/>
              </w:rPr>
            </w:pPr>
            <w:r w:rsidRPr="001A5581">
              <w:rPr>
                <w:rFonts w:ascii="Poppins" w:hAnsi="Poppins" w:cs="Poppins"/>
              </w:rPr>
              <w:t>Eventuale foglio in polietilene, con funzione di strato separatore fra i pannelli e la soletta.</w:t>
            </w:r>
          </w:p>
          <w:p w14:paraId="07C48AEA" w14:textId="69F8DAB4" w:rsidR="00991D41" w:rsidRDefault="00991D41" w:rsidP="00453AF9">
            <w:pPr>
              <w:pStyle w:val="Paragrafoelenco"/>
              <w:numPr>
                <w:ilvl w:val="0"/>
                <w:numId w:val="20"/>
              </w:numPr>
              <w:spacing w:after="160" w:line="252" w:lineRule="auto"/>
              <w:contextualSpacing/>
              <w:jc w:val="both"/>
              <w:rPr>
                <w:rFonts w:ascii="Poppins" w:hAnsi="Poppins" w:cs="Poppins"/>
              </w:rPr>
            </w:pPr>
            <w:r w:rsidRPr="001A5581">
              <w:rPr>
                <w:rFonts w:ascii="Poppins" w:hAnsi="Poppins" w:cs="Poppins"/>
              </w:rPr>
              <w:t>Altri accessori e componenti per la realizzazione del sistema a regola d’arte.</w:t>
            </w:r>
          </w:p>
          <w:p w14:paraId="0AEB0E60" w14:textId="77777777" w:rsidR="0022408D" w:rsidRPr="0022408D" w:rsidRDefault="0022408D" w:rsidP="0022408D">
            <w:pPr>
              <w:spacing w:after="160" w:line="252" w:lineRule="auto"/>
              <w:contextualSpacing/>
              <w:jc w:val="both"/>
              <w:rPr>
                <w:rFonts w:ascii="Poppins" w:hAnsi="Poppins" w:cs="Poppins"/>
              </w:rPr>
            </w:pPr>
          </w:p>
          <w:p w14:paraId="1A11F1CD" w14:textId="77777777" w:rsidR="00991D41" w:rsidRPr="001A5581" w:rsidRDefault="00991D41" w:rsidP="00453AF9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Il sistema è conforme al tipo A (impianti con tubi completamente annegati nel massetto) come indicato nella norma UNI EN 1264-1. I pannelli sono prodotti in conformità alla norma UNI EN 13163 (isolanti termici per edilizia - prodotti in polistirene espanso ottenuti in fabbrica) e certificati come da Regolamento (UE) N. 305/2011. Presenza della marcatura CE sui pannelli e sulle etichette degli imballi.</w:t>
            </w:r>
          </w:p>
          <w:p w14:paraId="3D760131" w14:textId="77777777" w:rsidR="00991D41" w:rsidRPr="001A5581" w:rsidRDefault="00991D41" w:rsidP="00453AF9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31885B8" w14:textId="77777777" w:rsidR="00991D41" w:rsidRPr="001A5581" w:rsidRDefault="00991D41" w:rsidP="00453AF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A5581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1A5581">
              <w:rPr>
                <w:rFonts w:ascii="Poppins" w:hAnsi="Poppins" w:cs="Poppins"/>
                <w:b/>
                <w:sz w:val="20"/>
              </w:rPr>
              <w:t xml:space="preserve"> – Modello Pannello isolante EPS </w:t>
            </w:r>
            <w:proofErr w:type="spellStart"/>
            <w:r w:rsidRPr="001A5581">
              <w:rPr>
                <w:rFonts w:ascii="Poppins" w:hAnsi="Poppins" w:cs="Poppins"/>
                <w:b/>
                <w:sz w:val="20"/>
              </w:rPr>
              <w:t>Klettjet</w:t>
            </w:r>
            <w:proofErr w:type="spellEnd"/>
            <w:r w:rsidRPr="001A5581">
              <w:rPr>
                <w:rFonts w:ascii="Poppins" w:hAnsi="Poppins" w:cs="Poppins"/>
                <w:b/>
                <w:sz w:val="20"/>
              </w:rPr>
              <w:t xml:space="preserve"> o PE </w:t>
            </w:r>
            <w:proofErr w:type="spellStart"/>
            <w:r w:rsidRPr="001A5581">
              <w:rPr>
                <w:rFonts w:ascii="Poppins" w:hAnsi="Poppins" w:cs="Poppins"/>
                <w:b/>
                <w:sz w:val="20"/>
              </w:rPr>
              <w:t>Klettjet</w:t>
            </w:r>
            <w:proofErr w:type="spellEnd"/>
            <w:r w:rsidRPr="001A5581">
              <w:rPr>
                <w:rFonts w:ascii="Poppins" w:hAnsi="Poppins" w:cs="Poppins"/>
                <w:b/>
                <w:sz w:val="20"/>
              </w:rPr>
              <w:t xml:space="preserve"> R  con tubazione  </w:t>
            </w:r>
            <w:proofErr w:type="spellStart"/>
            <w:r w:rsidRPr="001A5581">
              <w:rPr>
                <w:rFonts w:ascii="Poppins" w:hAnsi="Poppins" w:cs="Poppins"/>
                <w:b/>
                <w:sz w:val="20"/>
              </w:rPr>
              <w:t>PexPenta</w:t>
            </w:r>
            <w:proofErr w:type="spellEnd"/>
            <w:r w:rsidRPr="001A5581">
              <w:rPr>
                <w:rFonts w:ascii="Poppins" w:hAnsi="Poppins" w:cs="Poppins"/>
                <w:b/>
                <w:sz w:val="20"/>
              </w:rPr>
              <w:t xml:space="preserve"> </w:t>
            </w:r>
            <w:proofErr w:type="spellStart"/>
            <w:r w:rsidRPr="001A5581">
              <w:rPr>
                <w:rFonts w:ascii="Poppins" w:hAnsi="Poppins" w:cs="Poppins"/>
                <w:b/>
                <w:sz w:val="20"/>
              </w:rPr>
              <w:t>Klett</w:t>
            </w:r>
            <w:proofErr w:type="spellEnd"/>
            <w:r w:rsidRPr="001A5581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2FB7335C" w14:textId="77777777" w:rsidR="00991D41" w:rsidRDefault="00991D41"/>
    <w:p w14:paraId="2ACD3635" w14:textId="77777777" w:rsidR="00991D41" w:rsidRDefault="00991D41"/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139E9E8F" w14:textId="77777777" w:rsidTr="00FD02BC">
        <w:tc>
          <w:tcPr>
            <w:tcW w:w="1311" w:type="dxa"/>
          </w:tcPr>
          <w:p w14:paraId="06B8A3B4" w14:textId="77777777" w:rsidR="00757AC7" w:rsidRPr="001A5581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1A5581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746CEBE1" w14:textId="77777777" w:rsidR="00757AC7" w:rsidRPr="001A5581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11A21F7C" w14:textId="77777777" w:rsidR="00757AC7" w:rsidRPr="001A5581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1A5581" w:rsidRPr="004C6F17" w14:paraId="5E85CDA2" w14:textId="77777777" w:rsidTr="00FD02BC">
        <w:tc>
          <w:tcPr>
            <w:tcW w:w="1311" w:type="dxa"/>
          </w:tcPr>
          <w:p w14:paraId="3AA65467" w14:textId="77777777" w:rsidR="001A5581" w:rsidRPr="001A5581" w:rsidRDefault="001A5581" w:rsidP="001A5581">
            <w:pPr>
              <w:jc w:val="center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28134126</w:t>
            </w:r>
          </w:p>
        </w:tc>
        <w:tc>
          <w:tcPr>
            <w:tcW w:w="2086" w:type="dxa"/>
          </w:tcPr>
          <w:p w14:paraId="1A00CE3C" w14:textId="77777777" w:rsidR="001A5581" w:rsidRPr="001A5581" w:rsidRDefault="001A5581" w:rsidP="001A5581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 xml:space="preserve">Pannello isolante EPS </w:t>
            </w:r>
            <w:proofErr w:type="spellStart"/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Klettjet</w:t>
            </w:r>
            <w:proofErr w:type="spellEnd"/>
          </w:p>
          <w:p w14:paraId="060E92B2" w14:textId="77777777" w:rsidR="001A5581" w:rsidRDefault="001A5581" w:rsidP="001A5581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H20</w:t>
            </w:r>
          </w:p>
          <w:p w14:paraId="2BF48CF8" w14:textId="596A4DEC" w:rsidR="00BE3268" w:rsidRPr="001A5581" w:rsidRDefault="00BE3268" w:rsidP="001A5581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color w:val="000000" w:themeColor="text1"/>
                <w:sz w:val="20"/>
              </w:rPr>
              <w:t>(Conf. 10 m2)</w:t>
            </w:r>
          </w:p>
        </w:tc>
        <w:tc>
          <w:tcPr>
            <w:tcW w:w="6101" w:type="dxa"/>
          </w:tcPr>
          <w:p w14:paraId="5FD0D045" w14:textId="77777777" w:rsidR="001A5581" w:rsidRPr="001A5581" w:rsidRDefault="001A5581" w:rsidP="001A5581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Pannello isolante in rotolo, costituito da doghe (100x1000 mm) in polistirene espanso (EPS) stampato per isolamento termico, accoppiato da una pellicola loop bianca con traccia nera di posa.</w:t>
            </w:r>
          </w:p>
          <w:p w14:paraId="68D2E086" w14:textId="77777777" w:rsidR="001A5581" w:rsidRDefault="001A5581" w:rsidP="001A5581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Pannello certificato come da Regolamento (UE) N.305/2011.</w:t>
            </w:r>
          </w:p>
          <w:p w14:paraId="4273022B" w14:textId="77777777" w:rsidR="00A303B9" w:rsidRPr="001A5581" w:rsidRDefault="00A303B9" w:rsidP="001A558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CFC5F60" w14:textId="77777777" w:rsidR="001A5581" w:rsidRPr="001A5581" w:rsidRDefault="001A5581" w:rsidP="001A5581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 xml:space="preserve">Passo di posa 50 mm (a serpentina). </w:t>
            </w:r>
          </w:p>
          <w:p w14:paraId="78E3D8E3" w14:textId="0A5B7EE0" w:rsidR="001A5581" w:rsidRPr="001A5581" w:rsidRDefault="001A5581" w:rsidP="001A5581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Resistenza termica RD 0</w:t>
            </w:r>
            <w:r w:rsidR="00BE3268">
              <w:rPr>
                <w:rFonts w:ascii="Poppins" w:hAnsi="Poppins" w:cs="Poppins"/>
                <w:sz w:val="20"/>
              </w:rPr>
              <w:t>,</w:t>
            </w:r>
            <w:r w:rsidRPr="001A5581">
              <w:rPr>
                <w:rFonts w:ascii="Poppins" w:hAnsi="Poppins" w:cs="Poppins"/>
                <w:sz w:val="20"/>
              </w:rPr>
              <w:t>60 m</w:t>
            </w:r>
            <w:r w:rsidR="005B1D77">
              <w:rPr>
                <w:rFonts w:ascii="Poppins" w:hAnsi="Poppins" w:cs="Poppins"/>
                <w:sz w:val="20"/>
              </w:rPr>
              <w:t>2</w:t>
            </w:r>
            <w:r w:rsidRPr="001A5581">
              <w:rPr>
                <w:rFonts w:ascii="Poppins" w:hAnsi="Poppins" w:cs="Poppins"/>
                <w:sz w:val="20"/>
              </w:rPr>
              <w:t>K/W, spessore lastra 20 mm.</w:t>
            </w:r>
          </w:p>
          <w:p w14:paraId="580475C6" w14:textId="6AA7A4FF" w:rsidR="001A5581" w:rsidRPr="001A5581" w:rsidRDefault="001A5581" w:rsidP="001A5581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lastRenderedPageBreak/>
              <w:t>Dimensioni: 1</w:t>
            </w:r>
            <w:r w:rsidR="0016602E">
              <w:rPr>
                <w:rFonts w:ascii="Poppins" w:hAnsi="Poppins" w:cs="Poppins"/>
                <w:sz w:val="20"/>
              </w:rPr>
              <w:t>0</w:t>
            </w:r>
            <w:r w:rsidRPr="001A5581">
              <w:rPr>
                <w:rFonts w:ascii="Poppins" w:hAnsi="Poppins" w:cs="Poppins"/>
                <w:sz w:val="20"/>
              </w:rPr>
              <w:t>000 x 1000 x 20 mm</w:t>
            </w:r>
          </w:p>
          <w:p w14:paraId="3E2709C4" w14:textId="4CAED592" w:rsidR="001A5581" w:rsidRPr="001A5581" w:rsidRDefault="001A5581" w:rsidP="001A5581">
            <w:pPr>
              <w:jc w:val="both"/>
              <w:rPr>
                <w:rFonts w:ascii="Poppins" w:hAnsi="Poppins" w:cs="Poppins"/>
                <w:sz w:val="20"/>
                <w:vertAlign w:val="superscript"/>
              </w:rPr>
            </w:pPr>
            <w:r w:rsidRPr="001A5581">
              <w:rPr>
                <w:rFonts w:ascii="Poppins" w:hAnsi="Poppins" w:cs="Poppins"/>
                <w:sz w:val="20"/>
              </w:rPr>
              <w:t>Confezione da: 10 m</w:t>
            </w:r>
            <w:r w:rsidR="005B1D77">
              <w:rPr>
                <w:rFonts w:ascii="Poppins" w:hAnsi="Poppins" w:cs="Poppins"/>
                <w:sz w:val="20"/>
              </w:rPr>
              <w:t>2.</w:t>
            </w:r>
          </w:p>
          <w:p w14:paraId="7AAE8010" w14:textId="77777777" w:rsidR="001A5581" w:rsidRPr="001A5581" w:rsidRDefault="001A5581" w:rsidP="001A5581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373DA2E" w14:textId="744BF4EE" w:rsidR="001A5581" w:rsidRPr="001A5581" w:rsidRDefault="001A5581" w:rsidP="001A5581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A558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41635">
              <w:rPr>
                <w:rFonts w:ascii="Poppins" w:hAnsi="Poppins" w:cs="Poppins"/>
                <w:b/>
                <w:sz w:val="20"/>
              </w:rPr>
              <w:t>Emmeti</w:t>
            </w:r>
            <w:r w:rsidRPr="001A5581">
              <w:rPr>
                <w:rFonts w:ascii="Poppins" w:hAnsi="Poppins" w:cs="Poppins"/>
                <w:b/>
                <w:sz w:val="20"/>
              </w:rPr>
              <w:t xml:space="preserve"> – Modello Pannello isolante EPS </w:t>
            </w:r>
            <w:proofErr w:type="spellStart"/>
            <w:r w:rsidRPr="001A5581">
              <w:rPr>
                <w:rFonts w:ascii="Poppins" w:hAnsi="Poppins" w:cs="Poppins"/>
                <w:b/>
                <w:sz w:val="20"/>
              </w:rPr>
              <w:t>Klettjet</w:t>
            </w:r>
            <w:proofErr w:type="spellEnd"/>
            <w:r w:rsidRPr="001A5581">
              <w:rPr>
                <w:rFonts w:ascii="Poppins" w:hAnsi="Poppins" w:cs="Poppins"/>
                <w:b/>
                <w:sz w:val="20"/>
              </w:rPr>
              <w:t xml:space="preserve"> H20</w:t>
            </w:r>
            <w:r w:rsidR="00BE3268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BE3268" w:rsidRPr="00BE3268">
              <w:rPr>
                <w:rFonts w:ascii="Poppins" w:hAnsi="Poppins" w:cs="Poppins"/>
                <w:b/>
                <w:sz w:val="20"/>
              </w:rPr>
              <w:t>(Conf. 10 m2)</w:t>
            </w:r>
            <w:r w:rsidRPr="001A5581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 w:rsidR="0016602E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A5581" w:rsidRPr="004C6F17" w14:paraId="66FE58B0" w14:textId="77777777" w:rsidTr="00FD02BC">
        <w:tc>
          <w:tcPr>
            <w:tcW w:w="1311" w:type="dxa"/>
          </w:tcPr>
          <w:p w14:paraId="4E2E9F29" w14:textId="77777777" w:rsidR="001A5581" w:rsidRPr="001A5581" w:rsidRDefault="001A5581" w:rsidP="001A5581">
            <w:pPr>
              <w:jc w:val="center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lastRenderedPageBreak/>
              <w:t>28134128</w:t>
            </w:r>
          </w:p>
        </w:tc>
        <w:tc>
          <w:tcPr>
            <w:tcW w:w="2086" w:type="dxa"/>
          </w:tcPr>
          <w:p w14:paraId="6D9CC388" w14:textId="77777777" w:rsidR="001A5581" w:rsidRPr="001A5581" w:rsidRDefault="001A5581" w:rsidP="001A5581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 xml:space="preserve">Pannello isolante EPS </w:t>
            </w:r>
            <w:proofErr w:type="spellStart"/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Klettjet</w:t>
            </w:r>
            <w:proofErr w:type="spellEnd"/>
          </w:p>
          <w:p w14:paraId="43B2FA8C" w14:textId="77777777" w:rsidR="001A5581" w:rsidRDefault="001A5581" w:rsidP="001A5581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H30</w:t>
            </w:r>
          </w:p>
          <w:p w14:paraId="320617DE" w14:textId="3264DDA2" w:rsidR="006C4092" w:rsidRPr="001A5581" w:rsidRDefault="006C4092" w:rsidP="001A5581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color w:val="000000" w:themeColor="text1"/>
                <w:sz w:val="20"/>
              </w:rPr>
              <w:t>(Conf. 10 m2)</w:t>
            </w:r>
          </w:p>
        </w:tc>
        <w:tc>
          <w:tcPr>
            <w:tcW w:w="6101" w:type="dxa"/>
          </w:tcPr>
          <w:p w14:paraId="2ECE6303" w14:textId="77777777" w:rsidR="001A5581" w:rsidRPr="001A5581" w:rsidRDefault="001A5581" w:rsidP="001A5581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Pannello isolante in rotolo, costituito da doghe (100x1000 mm) in polistirene espanso (EPS) stampato per isolamento termico, accoppiato da una pellicola loop bianca con traccia nera di posa.</w:t>
            </w:r>
          </w:p>
          <w:p w14:paraId="3EB928E1" w14:textId="77777777" w:rsidR="001A5581" w:rsidRDefault="001A5581" w:rsidP="001A5581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Pannello certificato come da Regolamento (UE) N.305/2011.</w:t>
            </w:r>
          </w:p>
          <w:p w14:paraId="012467C4" w14:textId="77777777" w:rsidR="00A303B9" w:rsidRPr="001A5581" w:rsidRDefault="00A303B9" w:rsidP="001A558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06221D1" w14:textId="77777777" w:rsidR="001A5581" w:rsidRPr="001A5581" w:rsidRDefault="001A5581" w:rsidP="001A5581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 xml:space="preserve">Passo di posa 50 mm (a serpentina). </w:t>
            </w:r>
          </w:p>
          <w:p w14:paraId="2FB84637" w14:textId="631EAD31" w:rsidR="001A5581" w:rsidRPr="001A5581" w:rsidRDefault="001A5581" w:rsidP="001A5581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 xml:space="preserve">Resistenza termica RD </w:t>
            </w:r>
            <w:r w:rsidR="0016602E">
              <w:rPr>
                <w:rFonts w:ascii="Poppins" w:hAnsi="Poppins" w:cs="Poppins"/>
                <w:sz w:val="20"/>
              </w:rPr>
              <w:t>0</w:t>
            </w:r>
            <w:r w:rsidR="006C4092">
              <w:rPr>
                <w:rFonts w:ascii="Poppins" w:hAnsi="Poppins" w:cs="Poppins"/>
                <w:sz w:val="20"/>
              </w:rPr>
              <w:t>,</w:t>
            </w:r>
            <w:r w:rsidR="0016602E">
              <w:rPr>
                <w:rFonts w:ascii="Poppins" w:hAnsi="Poppins" w:cs="Poppins"/>
                <w:sz w:val="20"/>
              </w:rPr>
              <w:t>90</w:t>
            </w:r>
            <w:r w:rsidRPr="001A5581">
              <w:rPr>
                <w:rFonts w:ascii="Poppins" w:hAnsi="Poppins" w:cs="Poppins"/>
                <w:sz w:val="20"/>
              </w:rPr>
              <w:t xml:space="preserve"> m</w:t>
            </w:r>
            <w:r w:rsidR="005B1D77">
              <w:rPr>
                <w:rFonts w:ascii="Poppins" w:hAnsi="Poppins" w:cs="Poppins"/>
                <w:sz w:val="20"/>
              </w:rPr>
              <w:t>2</w:t>
            </w:r>
            <w:r w:rsidRPr="001A5581">
              <w:rPr>
                <w:rFonts w:ascii="Poppins" w:hAnsi="Poppins" w:cs="Poppins"/>
                <w:sz w:val="20"/>
              </w:rPr>
              <w:t xml:space="preserve">K/W, spessore lastra </w:t>
            </w:r>
            <w:r w:rsidR="0016602E">
              <w:rPr>
                <w:rFonts w:ascii="Poppins" w:hAnsi="Poppins" w:cs="Poppins"/>
                <w:sz w:val="20"/>
              </w:rPr>
              <w:t>30</w:t>
            </w:r>
            <w:r w:rsidRPr="001A5581">
              <w:rPr>
                <w:rFonts w:ascii="Poppins" w:hAnsi="Poppins" w:cs="Poppins"/>
                <w:sz w:val="20"/>
              </w:rPr>
              <w:t xml:space="preserve"> mm.</w:t>
            </w:r>
          </w:p>
          <w:p w14:paraId="4B6A660D" w14:textId="4A63E74C" w:rsidR="001A5581" w:rsidRPr="001A5581" w:rsidRDefault="001A5581" w:rsidP="001A5581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Dimensioni: 1</w:t>
            </w:r>
            <w:r w:rsidR="0016602E">
              <w:rPr>
                <w:rFonts w:ascii="Poppins" w:hAnsi="Poppins" w:cs="Poppins"/>
                <w:sz w:val="20"/>
              </w:rPr>
              <w:t>0</w:t>
            </w:r>
            <w:r w:rsidRPr="001A5581">
              <w:rPr>
                <w:rFonts w:ascii="Poppins" w:hAnsi="Poppins" w:cs="Poppins"/>
                <w:sz w:val="20"/>
              </w:rPr>
              <w:t>000 x 1000 x 30 mm</w:t>
            </w:r>
          </w:p>
          <w:p w14:paraId="4BD9D1CB" w14:textId="0FDD079F" w:rsidR="001A5581" w:rsidRPr="001A5581" w:rsidRDefault="001A5581" w:rsidP="001A5581">
            <w:pPr>
              <w:jc w:val="both"/>
              <w:rPr>
                <w:rFonts w:ascii="Poppins" w:hAnsi="Poppins" w:cs="Poppins"/>
                <w:sz w:val="20"/>
                <w:vertAlign w:val="superscript"/>
              </w:rPr>
            </w:pPr>
            <w:r w:rsidRPr="001A5581">
              <w:rPr>
                <w:rFonts w:ascii="Poppins" w:hAnsi="Poppins" w:cs="Poppins"/>
                <w:sz w:val="20"/>
              </w:rPr>
              <w:t>Confezione da: 10 m</w:t>
            </w:r>
            <w:r w:rsidR="005B1D77">
              <w:rPr>
                <w:rFonts w:ascii="Poppins" w:hAnsi="Poppins" w:cs="Poppins"/>
                <w:sz w:val="20"/>
              </w:rPr>
              <w:t>2.</w:t>
            </w:r>
          </w:p>
          <w:p w14:paraId="7E52471D" w14:textId="77777777" w:rsidR="001A5581" w:rsidRPr="001A5581" w:rsidRDefault="001A5581" w:rsidP="001A5581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57F12BB" w14:textId="7811FBBA" w:rsidR="001A5581" w:rsidRPr="001A5581" w:rsidRDefault="001A5581" w:rsidP="001A5581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A558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41635">
              <w:rPr>
                <w:rFonts w:ascii="Poppins" w:hAnsi="Poppins" w:cs="Poppins"/>
                <w:b/>
                <w:sz w:val="20"/>
              </w:rPr>
              <w:t>Emmeti</w:t>
            </w:r>
            <w:r w:rsidRPr="001A5581">
              <w:rPr>
                <w:rFonts w:ascii="Poppins" w:hAnsi="Poppins" w:cs="Poppins"/>
                <w:b/>
                <w:sz w:val="20"/>
              </w:rPr>
              <w:t xml:space="preserve"> – Modello Pannello isolante EPS </w:t>
            </w:r>
            <w:proofErr w:type="spellStart"/>
            <w:r w:rsidRPr="001A5581">
              <w:rPr>
                <w:rFonts w:ascii="Poppins" w:hAnsi="Poppins" w:cs="Poppins"/>
                <w:b/>
                <w:sz w:val="20"/>
              </w:rPr>
              <w:t>Klettjet</w:t>
            </w:r>
            <w:proofErr w:type="spellEnd"/>
            <w:r w:rsidRPr="001A5581">
              <w:rPr>
                <w:rFonts w:ascii="Poppins" w:hAnsi="Poppins" w:cs="Poppins"/>
                <w:b/>
                <w:sz w:val="20"/>
              </w:rPr>
              <w:t xml:space="preserve"> H30</w:t>
            </w:r>
            <w:r w:rsidR="006C4092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6C4092" w:rsidRPr="006C4092">
              <w:rPr>
                <w:rFonts w:ascii="Poppins" w:hAnsi="Poppins" w:cs="Poppins"/>
                <w:b/>
                <w:sz w:val="20"/>
              </w:rPr>
              <w:t>(Conf. 10 m2)</w:t>
            </w:r>
            <w:r w:rsidRPr="001A5581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 w:rsidR="0016602E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6602E" w:rsidRPr="004C6F17" w14:paraId="7A82754E" w14:textId="77777777" w:rsidTr="00FD02BC">
        <w:tc>
          <w:tcPr>
            <w:tcW w:w="1311" w:type="dxa"/>
          </w:tcPr>
          <w:p w14:paraId="3B177DB4" w14:textId="385F426C" w:rsidR="0016602E" w:rsidRPr="001A5581" w:rsidRDefault="0016602E" w:rsidP="0016602E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28134150</w:t>
            </w:r>
          </w:p>
        </w:tc>
        <w:tc>
          <w:tcPr>
            <w:tcW w:w="2086" w:type="dxa"/>
          </w:tcPr>
          <w:p w14:paraId="3CC32ACB" w14:textId="77777777" w:rsidR="0016602E" w:rsidRPr="001A5581" w:rsidRDefault="0016602E" w:rsidP="0016602E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 xml:space="preserve">Pannello isolante EPS </w:t>
            </w:r>
            <w:proofErr w:type="spellStart"/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Klettjet</w:t>
            </w:r>
            <w:proofErr w:type="spellEnd"/>
          </w:p>
          <w:p w14:paraId="146A749D" w14:textId="77777777" w:rsidR="0016602E" w:rsidRDefault="0016602E" w:rsidP="0016602E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H</w:t>
            </w:r>
            <w:r>
              <w:rPr>
                <w:rFonts w:ascii="Poppins" w:hAnsi="Poppins" w:cs="Poppins"/>
                <w:color w:val="000000" w:themeColor="text1"/>
                <w:sz w:val="20"/>
              </w:rPr>
              <w:t>41</w:t>
            </w:r>
          </w:p>
          <w:p w14:paraId="0F3E40F4" w14:textId="67485FDC" w:rsidR="0084511B" w:rsidRPr="001A5581" w:rsidRDefault="0084511B" w:rsidP="0016602E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color w:val="000000" w:themeColor="text1"/>
                <w:sz w:val="20"/>
              </w:rPr>
              <w:t>(Conf. 10 m2)</w:t>
            </w:r>
          </w:p>
        </w:tc>
        <w:tc>
          <w:tcPr>
            <w:tcW w:w="6101" w:type="dxa"/>
          </w:tcPr>
          <w:p w14:paraId="08FDE428" w14:textId="77777777" w:rsidR="0016602E" w:rsidRPr="001A5581" w:rsidRDefault="0016602E" w:rsidP="0016602E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Pannello isolante in rotolo, costituito da doghe (100x1000 mm) in polistirene espanso (EPS) stampato per isolamento termico, accoppiato da una pellicola loop bianca con traccia nera di posa.</w:t>
            </w:r>
          </w:p>
          <w:p w14:paraId="0F268D94" w14:textId="77777777" w:rsidR="0016602E" w:rsidRDefault="0016602E" w:rsidP="0016602E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Pannello certificato come da Regolamento (UE) N.305/2011.</w:t>
            </w:r>
          </w:p>
          <w:p w14:paraId="65F8A36C" w14:textId="77777777" w:rsidR="00A303B9" w:rsidRPr="001A5581" w:rsidRDefault="00A303B9" w:rsidP="0016602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5121F56" w14:textId="77777777" w:rsidR="0016602E" w:rsidRPr="001A5581" w:rsidRDefault="0016602E" w:rsidP="0016602E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 xml:space="preserve">Passo di posa 50 mm (a serpentina). </w:t>
            </w:r>
          </w:p>
          <w:p w14:paraId="33490567" w14:textId="0ADDA41B" w:rsidR="0016602E" w:rsidRPr="001A5581" w:rsidRDefault="0016602E" w:rsidP="0016602E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 xml:space="preserve">Resistenza termica RD </w:t>
            </w:r>
            <w:r>
              <w:rPr>
                <w:rFonts w:ascii="Poppins" w:hAnsi="Poppins" w:cs="Poppins"/>
                <w:sz w:val="20"/>
              </w:rPr>
              <w:t>1</w:t>
            </w:r>
            <w:r w:rsidR="0084511B">
              <w:rPr>
                <w:rFonts w:ascii="Poppins" w:hAnsi="Poppins" w:cs="Poppins"/>
                <w:sz w:val="20"/>
              </w:rPr>
              <w:t>,</w:t>
            </w:r>
            <w:r>
              <w:rPr>
                <w:rFonts w:ascii="Poppins" w:hAnsi="Poppins" w:cs="Poppins"/>
                <w:sz w:val="20"/>
              </w:rPr>
              <w:t>25</w:t>
            </w:r>
            <w:r w:rsidRPr="001A5581">
              <w:rPr>
                <w:rFonts w:ascii="Poppins" w:hAnsi="Poppins" w:cs="Poppins"/>
                <w:sz w:val="20"/>
              </w:rPr>
              <w:t xml:space="preserve"> m</w:t>
            </w:r>
            <w:r w:rsidR="005B1D77">
              <w:rPr>
                <w:rFonts w:ascii="Poppins" w:hAnsi="Poppins" w:cs="Poppins"/>
                <w:sz w:val="20"/>
              </w:rPr>
              <w:t>2</w:t>
            </w:r>
            <w:r w:rsidRPr="001A5581">
              <w:rPr>
                <w:rFonts w:ascii="Poppins" w:hAnsi="Poppins" w:cs="Poppins"/>
                <w:sz w:val="20"/>
              </w:rPr>
              <w:t xml:space="preserve">K/W, spessore lastra </w:t>
            </w:r>
            <w:r>
              <w:rPr>
                <w:rFonts w:ascii="Poppins" w:hAnsi="Poppins" w:cs="Poppins"/>
                <w:sz w:val="20"/>
              </w:rPr>
              <w:t>41</w:t>
            </w:r>
            <w:r w:rsidRPr="001A5581">
              <w:rPr>
                <w:rFonts w:ascii="Poppins" w:hAnsi="Poppins" w:cs="Poppins"/>
                <w:sz w:val="20"/>
              </w:rPr>
              <w:t xml:space="preserve"> mm.</w:t>
            </w:r>
          </w:p>
          <w:p w14:paraId="13610E1F" w14:textId="01ED5D4A" w:rsidR="0016602E" w:rsidRPr="001A5581" w:rsidRDefault="0016602E" w:rsidP="0016602E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Dimensioni: 1</w:t>
            </w:r>
            <w:r>
              <w:rPr>
                <w:rFonts w:ascii="Poppins" w:hAnsi="Poppins" w:cs="Poppins"/>
                <w:sz w:val="20"/>
              </w:rPr>
              <w:t>0</w:t>
            </w:r>
            <w:r w:rsidRPr="001A5581">
              <w:rPr>
                <w:rFonts w:ascii="Poppins" w:hAnsi="Poppins" w:cs="Poppins"/>
                <w:sz w:val="20"/>
              </w:rPr>
              <w:t xml:space="preserve">000 x 1000 x </w:t>
            </w:r>
            <w:r>
              <w:rPr>
                <w:rFonts w:ascii="Poppins" w:hAnsi="Poppins" w:cs="Poppins"/>
                <w:sz w:val="20"/>
              </w:rPr>
              <w:t>20</w:t>
            </w:r>
            <w:r w:rsidRPr="001A5581">
              <w:rPr>
                <w:rFonts w:ascii="Poppins" w:hAnsi="Poppins" w:cs="Poppins"/>
                <w:sz w:val="20"/>
              </w:rPr>
              <w:t xml:space="preserve"> mm</w:t>
            </w:r>
          </w:p>
          <w:p w14:paraId="0D677C9A" w14:textId="0B7C3EE8" w:rsidR="0016602E" w:rsidRPr="001A5581" w:rsidRDefault="0016602E" w:rsidP="0016602E">
            <w:pPr>
              <w:jc w:val="both"/>
              <w:rPr>
                <w:rFonts w:ascii="Poppins" w:hAnsi="Poppins" w:cs="Poppins"/>
                <w:sz w:val="20"/>
                <w:vertAlign w:val="superscript"/>
              </w:rPr>
            </w:pPr>
            <w:r w:rsidRPr="001A5581">
              <w:rPr>
                <w:rFonts w:ascii="Poppins" w:hAnsi="Poppins" w:cs="Poppins"/>
                <w:sz w:val="20"/>
              </w:rPr>
              <w:t>Confezione da: 10 m</w:t>
            </w:r>
            <w:r w:rsidR="005B1D77">
              <w:rPr>
                <w:rFonts w:ascii="Poppins" w:hAnsi="Poppins" w:cs="Poppins"/>
                <w:sz w:val="20"/>
              </w:rPr>
              <w:t>2.</w:t>
            </w:r>
          </w:p>
          <w:p w14:paraId="5623E268" w14:textId="77777777" w:rsidR="0016602E" w:rsidRPr="001A5581" w:rsidRDefault="0016602E" w:rsidP="0016602E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24E8CF5" w14:textId="55955D06" w:rsidR="0016602E" w:rsidRPr="001A5581" w:rsidRDefault="0016602E" w:rsidP="0016602E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41635">
              <w:rPr>
                <w:rFonts w:ascii="Poppins" w:hAnsi="Poppins" w:cs="Poppins"/>
                <w:b/>
                <w:sz w:val="20"/>
              </w:rPr>
              <w:t>Emmeti</w:t>
            </w:r>
            <w:r w:rsidRPr="001A5581">
              <w:rPr>
                <w:rFonts w:ascii="Poppins" w:hAnsi="Poppins" w:cs="Poppins"/>
                <w:b/>
                <w:sz w:val="20"/>
              </w:rPr>
              <w:t xml:space="preserve"> – Modello Pannello isolante EPS </w:t>
            </w:r>
            <w:proofErr w:type="spellStart"/>
            <w:r w:rsidRPr="001A5581">
              <w:rPr>
                <w:rFonts w:ascii="Poppins" w:hAnsi="Poppins" w:cs="Poppins"/>
                <w:b/>
                <w:sz w:val="20"/>
              </w:rPr>
              <w:t>Klettjet</w:t>
            </w:r>
            <w:proofErr w:type="spellEnd"/>
            <w:r w:rsidRPr="001A5581">
              <w:rPr>
                <w:rFonts w:ascii="Poppins" w:hAnsi="Poppins" w:cs="Poppins"/>
                <w:b/>
                <w:sz w:val="20"/>
              </w:rPr>
              <w:t xml:space="preserve"> H</w:t>
            </w:r>
            <w:r>
              <w:rPr>
                <w:rFonts w:ascii="Poppins" w:hAnsi="Poppins" w:cs="Poppins"/>
                <w:b/>
                <w:sz w:val="20"/>
              </w:rPr>
              <w:t>41</w:t>
            </w:r>
            <w:r w:rsidR="0084511B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84511B" w:rsidRPr="0084511B">
              <w:rPr>
                <w:rFonts w:ascii="Poppins" w:hAnsi="Poppins" w:cs="Poppins"/>
                <w:b/>
                <w:sz w:val="20"/>
              </w:rPr>
              <w:t>(Conf. 10 m2)</w:t>
            </w:r>
            <w:r w:rsidRPr="001A5581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6602E" w:rsidRPr="004C6F17" w14:paraId="3B75C5B6" w14:textId="77777777" w:rsidTr="00FD02BC">
        <w:tc>
          <w:tcPr>
            <w:tcW w:w="1311" w:type="dxa"/>
          </w:tcPr>
          <w:p w14:paraId="469D4016" w14:textId="77777777" w:rsidR="0016602E" w:rsidRPr="001A5581" w:rsidRDefault="0016602E" w:rsidP="0016602E">
            <w:pPr>
              <w:jc w:val="center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28141830</w:t>
            </w:r>
          </w:p>
        </w:tc>
        <w:tc>
          <w:tcPr>
            <w:tcW w:w="2086" w:type="dxa"/>
          </w:tcPr>
          <w:p w14:paraId="19B07844" w14:textId="77777777" w:rsidR="0016602E" w:rsidRPr="001A5581" w:rsidRDefault="0016602E" w:rsidP="0016602E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 xml:space="preserve">Tubazione </w:t>
            </w:r>
            <w:proofErr w:type="spellStart"/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Pexpenta</w:t>
            </w:r>
            <w:proofErr w:type="spellEnd"/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 xml:space="preserve"> </w:t>
            </w:r>
            <w:proofErr w:type="spellStart"/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Klett</w:t>
            </w:r>
            <w:proofErr w:type="spellEnd"/>
          </w:p>
          <w:p w14:paraId="22028E3D" w14:textId="77777777" w:rsidR="0016602E" w:rsidRPr="001A5581" w:rsidRDefault="0016602E" w:rsidP="0016602E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L=240 m</w:t>
            </w:r>
          </w:p>
        </w:tc>
        <w:tc>
          <w:tcPr>
            <w:tcW w:w="6101" w:type="dxa"/>
          </w:tcPr>
          <w:p w14:paraId="57178337" w14:textId="77777777" w:rsidR="0016602E" w:rsidRPr="001A5581" w:rsidRDefault="0016602E" w:rsidP="0016602E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Tubo in multistrato composto in polietilene media densità, reticolato con sistema elettronico, conforme alla norma UNI EN ISO 21003 e DIN CERTCO 3V367.</w:t>
            </w:r>
          </w:p>
          <w:p w14:paraId="3C11B2A4" w14:textId="77777777" w:rsidR="0016602E" w:rsidRPr="001A5581" w:rsidRDefault="0016602E" w:rsidP="0016602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DFF195E" w14:textId="77777777" w:rsidR="0016602E" w:rsidRPr="001A5581" w:rsidRDefault="0016602E" w:rsidP="0016602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1A558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E7CF22F" w14:textId="77777777" w:rsidR="0016602E" w:rsidRPr="001A5581" w:rsidRDefault="0016602E" w:rsidP="0016602E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1A5581">
              <w:rPr>
                <w:rFonts w:ascii="Poppins" w:hAnsi="Poppins" w:cs="Poppins"/>
              </w:rPr>
              <w:t>Classi applicative (UNI EN ISO 21003): 4/6 bar, 5/6 bar</w:t>
            </w:r>
          </w:p>
          <w:p w14:paraId="6A63B00A" w14:textId="77777777" w:rsidR="0016602E" w:rsidRPr="001A5581" w:rsidRDefault="0016602E" w:rsidP="0016602E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1A5581">
              <w:rPr>
                <w:rFonts w:ascii="Poppins" w:hAnsi="Poppins" w:cs="Poppins"/>
              </w:rPr>
              <w:t>Conducibilità termica: 0.41 W/(</w:t>
            </w:r>
            <w:proofErr w:type="spellStart"/>
            <w:r w:rsidRPr="001A5581">
              <w:rPr>
                <w:rFonts w:ascii="Poppins" w:hAnsi="Poppins" w:cs="Poppins"/>
              </w:rPr>
              <w:t>Mk</w:t>
            </w:r>
            <w:proofErr w:type="spellEnd"/>
            <w:r w:rsidRPr="001A5581">
              <w:rPr>
                <w:rFonts w:ascii="Poppins" w:hAnsi="Poppins" w:cs="Poppins"/>
              </w:rPr>
              <w:t>)</w:t>
            </w:r>
          </w:p>
          <w:p w14:paraId="0D656DF7" w14:textId="77777777" w:rsidR="0016602E" w:rsidRPr="001A5581" w:rsidRDefault="0016602E" w:rsidP="0016602E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1A5581">
              <w:rPr>
                <w:rFonts w:ascii="Poppins" w:hAnsi="Poppins" w:cs="Poppins"/>
              </w:rPr>
              <w:t>Lunghezza rotolo: 240 m</w:t>
            </w:r>
          </w:p>
          <w:p w14:paraId="073859A7" w14:textId="77777777" w:rsidR="0016602E" w:rsidRPr="001A5581" w:rsidRDefault="0016602E" w:rsidP="0016602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7D402A2" w14:textId="543984EC" w:rsidR="0016602E" w:rsidRPr="001A5581" w:rsidRDefault="0016602E" w:rsidP="0016602E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 w:rsidR="00941635">
              <w:rPr>
                <w:rFonts w:ascii="Poppins" w:hAnsi="Poppins" w:cs="Poppins"/>
                <w:b/>
                <w:sz w:val="20"/>
              </w:rPr>
              <w:t>Emmeti</w:t>
            </w:r>
            <w:r w:rsidRPr="001A5581">
              <w:rPr>
                <w:rFonts w:ascii="Poppins" w:hAnsi="Poppins" w:cs="Poppins"/>
                <w:b/>
                <w:sz w:val="20"/>
              </w:rPr>
              <w:t xml:space="preserve"> – Modello Tubazione </w:t>
            </w:r>
            <w:proofErr w:type="spellStart"/>
            <w:r w:rsidRPr="001A5581">
              <w:rPr>
                <w:rFonts w:ascii="Poppins" w:hAnsi="Poppins" w:cs="Poppins"/>
                <w:b/>
                <w:sz w:val="20"/>
              </w:rPr>
              <w:t>Pexpenta</w:t>
            </w:r>
            <w:proofErr w:type="spellEnd"/>
            <w:r w:rsidRPr="001A5581">
              <w:rPr>
                <w:rFonts w:ascii="Poppins" w:hAnsi="Poppins" w:cs="Poppins"/>
                <w:b/>
                <w:sz w:val="20"/>
              </w:rPr>
              <w:t xml:space="preserve"> </w:t>
            </w:r>
            <w:proofErr w:type="spellStart"/>
            <w:r w:rsidRPr="001A5581">
              <w:rPr>
                <w:rFonts w:ascii="Poppins" w:hAnsi="Poppins" w:cs="Poppins"/>
                <w:b/>
                <w:sz w:val="20"/>
              </w:rPr>
              <w:t>Klett</w:t>
            </w:r>
            <w:proofErr w:type="spellEnd"/>
            <w:r w:rsidRPr="001A5581">
              <w:rPr>
                <w:rFonts w:ascii="Poppins" w:hAnsi="Poppins" w:cs="Poppins"/>
                <w:b/>
                <w:sz w:val="20"/>
              </w:rPr>
              <w:t xml:space="preserve"> L=240 m o equivalente</w:t>
            </w:r>
            <w:r w:rsidR="009C6E4E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6602E" w:rsidRPr="004C6F17" w14:paraId="5883B470" w14:textId="77777777" w:rsidTr="00FD02BC">
        <w:tc>
          <w:tcPr>
            <w:tcW w:w="1311" w:type="dxa"/>
          </w:tcPr>
          <w:p w14:paraId="302EAE2F" w14:textId="77777777" w:rsidR="0016602E" w:rsidRPr="001A5581" w:rsidRDefault="0016602E" w:rsidP="0016602E">
            <w:pPr>
              <w:jc w:val="center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lastRenderedPageBreak/>
              <w:t>28141832</w:t>
            </w:r>
          </w:p>
        </w:tc>
        <w:tc>
          <w:tcPr>
            <w:tcW w:w="2086" w:type="dxa"/>
          </w:tcPr>
          <w:p w14:paraId="09DD1D77" w14:textId="77777777" w:rsidR="0016602E" w:rsidRPr="001A5581" w:rsidRDefault="0016602E" w:rsidP="0016602E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 xml:space="preserve">Tubazione </w:t>
            </w:r>
            <w:proofErr w:type="spellStart"/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Pexpenta</w:t>
            </w:r>
            <w:proofErr w:type="spellEnd"/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 xml:space="preserve"> </w:t>
            </w:r>
            <w:proofErr w:type="spellStart"/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Klett</w:t>
            </w:r>
            <w:proofErr w:type="spellEnd"/>
          </w:p>
          <w:p w14:paraId="02C01049" w14:textId="77777777" w:rsidR="0016602E" w:rsidRPr="001A5581" w:rsidRDefault="0016602E" w:rsidP="0016602E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L=600 m</w:t>
            </w:r>
          </w:p>
        </w:tc>
        <w:tc>
          <w:tcPr>
            <w:tcW w:w="6101" w:type="dxa"/>
          </w:tcPr>
          <w:p w14:paraId="1D3D80E3" w14:textId="77777777" w:rsidR="0016602E" w:rsidRPr="001A5581" w:rsidRDefault="0016602E" w:rsidP="0016602E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Tubo in multistrato composto in polietilene media densità, reticolato con sistema elettronico, conforme alla norma UNI EN ISO 21003 e DIN CERTCO 3V367.</w:t>
            </w:r>
          </w:p>
          <w:p w14:paraId="5B863911" w14:textId="77777777" w:rsidR="0016602E" w:rsidRPr="001A5581" w:rsidRDefault="0016602E" w:rsidP="0016602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7481F49" w14:textId="77777777" w:rsidR="0016602E" w:rsidRPr="001A5581" w:rsidRDefault="0016602E" w:rsidP="0016602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1A558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4E512C1" w14:textId="77777777" w:rsidR="0016602E" w:rsidRPr="001A5581" w:rsidRDefault="0016602E" w:rsidP="0016602E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1A5581">
              <w:rPr>
                <w:rFonts w:ascii="Poppins" w:hAnsi="Poppins" w:cs="Poppins"/>
              </w:rPr>
              <w:t>Classi applicative (UNI EN ISO 21003): 4/6 bar, 5/6 bar</w:t>
            </w:r>
          </w:p>
          <w:p w14:paraId="530D4AC8" w14:textId="77777777" w:rsidR="0016602E" w:rsidRPr="001A5581" w:rsidRDefault="0016602E" w:rsidP="0016602E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1A5581">
              <w:rPr>
                <w:rFonts w:ascii="Poppins" w:hAnsi="Poppins" w:cs="Poppins"/>
              </w:rPr>
              <w:t>Conducibilità termica: 0.41 W/(</w:t>
            </w:r>
            <w:proofErr w:type="spellStart"/>
            <w:r w:rsidRPr="001A5581">
              <w:rPr>
                <w:rFonts w:ascii="Poppins" w:hAnsi="Poppins" w:cs="Poppins"/>
              </w:rPr>
              <w:t>Mk</w:t>
            </w:r>
            <w:proofErr w:type="spellEnd"/>
            <w:r w:rsidRPr="001A5581">
              <w:rPr>
                <w:rFonts w:ascii="Poppins" w:hAnsi="Poppins" w:cs="Poppins"/>
              </w:rPr>
              <w:t>)</w:t>
            </w:r>
          </w:p>
          <w:p w14:paraId="3FFABE3C" w14:textId="77777777" w:rsidR="0016602E" w:rsidRPr="001A5581" w:rsidRDefault="0016602E" w:rsidP="0016602E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1A5581">
              <w:rPr>
                <w:rFonts w:ascii="Poppins" w:hAnsi="Poppins" w:cs="Poppins"/>
              </w:rPr>
              <w:t>Lunghezza rotolo: 600 m</w:t>
            </w:r>
          </w:p>
          <w:p w14:paraId="1160ED00" w14:textId="77777777" w:rsidR="0016602E" w:rsidRPr="001A5581" w:rsidRDefault="0016602E" w:rsidP="0016602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E70CD60" w14:textId="37BDF474" w:rsidR="0016602E" w:rsidRPr="001A5581" w:rsidRDefault="0016602E" w:rsidP="0016602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A558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41635">
              <w:rPr>
                <w:rFonts w:ascii="Poppins" w:hAnsi="Poppins" w:cs="Poppins"/>
                <w:b/>
                <w:sz w:val="20"/>
              </w:rPr>
              <w:t>Emmeti</w:t>
            </w:r>
            <w:r w:rsidRPr="001A5581">
              <w:rPr>
                <w:rFonts w:ascii="Poppins" w:hAnsi="Poppins" w:cs="Poppins"/>
                <w:b/>
                <w:sz w:val="20"/>
              </w:rPr>
              <w:t xml:space="preserve"> – Modello Tubazione </w:t>
            </w:r>
            <w:proofErr w:type="spellStart"/>
            <w:r w:rsidRPr="001A5581">
              <w:rPr>
                <w:rFonts w:ascii="Poppins" w:hAnsi="Poppins" w:cs="Poppins"/>
                <w:b/>
                <w:sz w:val="20"/>
              </w:rPr>
              <w:t>Pexpenta</w:t>
            </w:r>
            <w:proofErr w:type="spellEnd"/>
            <w:r w:rsidRPr="001A5581">
              <w:rPr>
                <w:rFonts w:ascii="Poppins" w:hAnsi="Poppins" w:cs="Poppins"/>
                <w:b/>
                <w:sz w:val="20"/>
              </w:rPr>
              <w:t xml:space="preserve"> </w:t>
            </w:r>
            <w:proofErr w:type="spellStart"/>
            <w:r w:rsidRPr="001A5581">
              <w:rPr>
                <w:rFonts w:ascii="Poppins" w:hAnsi="Poppins" w:cs="Poppins"/>
                <w:b/>
                <w:sz w:val="20"/>
              </w:rPr>
              <w:t>Klett</w:t>
            </w:r>
            <w:proofErr w:type="spellEnd"/>
            <w:r w:rsidRPr="001A5581">
              <w:rPr>
                <w:rFonts w:ascii="Poppins" w:hAnsi="Poppins" w:cs="Poppins"/>
                <w:b/>
                <w:sz w:val="20"/>
              </w:rPr>
              <w:t xml:space="preserve"> L=600 m o equivalente</w:t>
            </w:r>
            <w:r w:rsidR="009C6E4E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F7A31" w:rsidRPr="004C6F17" w14:paraId="634944D0" w14:textId="77777777" w:rsidTr="00FD02BC">
        <w:tc>
          <w:tcPr>
            <w:tcW w:w="1311" w:type="dxa"/>
          </w:tcPr>
          <w:p w14:paraId="03E13317" w14:textId="3C132357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28110118</w:t>
            </w:r>
          </w:p>
        </w:tc>
        <w:tc>
          <w:tcPr>
            <w:tcW w:w="2086" w:type="dxa"/>
          </w:tcPr>
          <w:p w14:paraId="7CB06840" w14:textId="77777777" w:rsidR="007605EB" w:rsidRDefault="007605EB" w:rsidP="00FF7A31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7605EB">
              <w:rPr>
                <w:rFonts w:ascii="Poppins" w:hAnsi="Poppins" w:cs="Poppins"/>
                <w:color w:val="000000" w:themeColor="text1"/>
                <w:sz w:val="20"/>
              </w:rPr>
              <w:t xml:space="preserve">Tenuta monoblocco 24x19 per tubi PE-X, PE-RT, PP e </w:t>
            </w:r>
            <w:proofErr w:type="spellStart"/>
            <w:r w:rsidRPr="007605EB">
              <w:rPr>
                <w:rFonts w:ascii="Poppins" w:hAnsi="Poppins" w:cs="Poppins"/>
                <w:color w:val="000000" w:themeColor="text1"/>
                <w:sz w:val="20"/>
              </w:rPr>
              <w:t>PexPenta</w:t>
            </w:r>
            <w:proofErr w:type="spellEnd"/>
            <w:r w:rsidRPr="007605EB">
              <w:rPr>
                <w:rFonts w:ascii="Poppins" w:hAnsi="Poppins" w:cs="Poppins"/>
                <w:color w:val="000000" w:themeColor="text1"/>
                <w:sz w:val="20"/>
              </w:rPr>
              <w:t xml:space="preserve"> </w:t>
            </w:r>
            <w:proofErr w:type="spellStart"/>
            <w:r w:rsidRPr="007605EB">
              <w:rPr>
                <w:rFonts w:ascii="Poppins" w:hAnsi="Poppins" w:cs="Poppins"/>
                <w:color w:val="000000" w:themeColor="text1"/>
                <w:sz w:val="20"/>
              </w:rPr>
              <w:t>Klett</w:t>
            </w:r>
            <w:proofErr w:type="spellEnd"/>
          </w:p>
          <w:p w14:paraId="717199F2" w14:textId="59D5DDF2" w:rsidR="00FF7A31" w:rsidRPr="001A5581" w:rsidRDefault="007605EB" w:rsidP="00FF7A31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7605EB">
              <w:rPr>
                <w:rFonts w:ascii="Poppins" w:hAnsi="Poppins" w:cs="Poppins"/>
                <w:color w:val="000000" w:themeColor="text1"/>
                <w:sz w:val="20"/>
              </w:rPr>
              <w:t>16 x 2</w:t>
            </w:r>
          </w:p>
        </w:tc>
        <w:tc>
          <w:tcPr>
            <w:tcW w:w="6101" w:type="dxa"/>
          </w:tcPr>
          <w:p w14:paraId="036A267E" w14:textId="460AC58F" w:rsidR="00E76C19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Tenuta monoblocco </w:t>
            </w:r>
            <w:r w:rsidR="00435CEA">
              <w:rPr>
                <w:rFonts w:ascii="Poppins" w:hAnsi="Poppins" w:cs="Poppins"/>
                <w:sz w:val="20"/>
              </w:rPr>
              <w:t>24x19</w:t>
            </w:r>
            <w:r w:rsidR="001036A7">
              <w:rPr>
                <w:rFonts w:ascii="Poppins" w:hAnsi="Poppins" w:cs="Poppins"/>
                <w:sz w:val="20"/>
              </w:rPr>
              <w:t xml:space="preserve"> per tubi in plastica PE-X, PE-RT, PP e </w:t>
            </w:r>
            <w:proofErr w:type="spellStart"/>
            <w:r w:rsidR="001036A7">
              <w:rPr>
                <w:rFonts w:ascii="Poppins" w:hAnsi="Poppins" w:cs="Poppins"/>
                <w:sz w:val="20"/>
              </w:rPr>
              <w:t>PexPenta</w:t>
            </w:r>
            <w:proofErr w:type="spellEnd"/>
            <w:r w:rsidR="001036A7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="001036A7">
              <w:rPr>
                <w:rFonts w:ascii="Poppins" w:hAnsi="Poppins" w:cs="Poppins"/>
                <w:sz w:val="20"/>
              </w:rPr>
              <w:t>Klett</w:t>
            </w:r>
            <w:proofErr w:type="spellEnd"/>
            <w:r w:rsidR="007605EB">
              <w:rPr>
                <w:rFonts w:ascii="Poppins" w:hAnsi="Poppins" w:cs="Poppins"/>
                <w:sz w:val="20"/>
              </w:rPr>
              <w:t xml:space="preserve"> </w:t>
            </w:r>
            <w:r w:rsidR="00C92ECA">
              <w:rPr>
                <w:rFonts w:ascii="Poppins" w:hAnsi="Poppins" w:cs="Poppins"/>
                <w:sz w:val="20"/>
              </w:rPr>
              <w:t>16x2 con o-ring.</w:t>
            </w:r>
          </w:p>
          <w:p w14:paraId="4B234E03" w14:textId="77777777" w:rsidR="00E76C19" w:rsidRDefault="00E76C19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9E57ACF" w14:textId="77777777" w:rsidR="00E76C19" w:rsidRPr="00E76C19" w:rsidRDefault="00E76C19" w:rsidP="00E76C1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76C19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13A516D1" w14:textId="3BFB7E57" w:rsidR="00E76C19" w:rsidRPr="00E76C19" w:rsidRDefault="00E76C19" w:rsidP="00E76C19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E76C19">
              <w:rPr>
                <w:rFonts w:ascii="Poppins" w:hAnsi="Poppins" w:cs="Poppins"/>
              </w:rPr>
              <w:t>Dado: ottone ST UNI EN 12165 CW617N</w:t>
            </w:r>
          </w:p>
          <w:p w14:paraId="3F690B92" w14:textId="1655E2A0" w:rsidR="00E76C19" w:rsidRPr="00E76C19" w:rsidRDefault="00E76C19" w:rsidP="00E76C19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E76C19">
              <w:rPr>
                <w:rFonts w:ascii="Poppins" w:hAnsi="Poppins" w:cs="Poppins"/>
              </w:rPr>
              <w:t>Adattatore: UNI EN 12164 CW617N</w:t>
            </w:r>
          </w:p>
          <w:p w14:paraId="3BEDA9FE" w14:textId="71D0B299" w:rsidR="00E76C19" w:rsidRPr="00E76C19" w:rsidRDefault="00E76C19" w:rsidP="00E76C19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E76C19">
              <w:rPr>
                <w:rFonts w:ascii="Poppins" w:hAnsi="Poppins" w:cs="Poppins"/>
              </w:rPr>
              <w:t>Ogiva dentata: ottone TN UNI EN 12164 CW617N</w:t>
            </w:r>
          </w:p>
          <w:p w14:paraId="279F59D4" w14:textId="46B81DF5" w:rsidR="00E76C19" w:rsidRDefault="00E76C19" w:rsidP="00E76C19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E76C19">
              <w:rPr>
                <w:rFonts w:ascii="Poppins" w:hAnsi="Poppins" w:cs="Poppins"/>
              </w:rPr>
              <w:t>O-ring di tenuta: EPDM</w:t>
            </w:r>
          </w:p>
          <w:p w14:paraId="47F2F820" w14:textId="77777777" w:rsidR="00C92ECA" w:rsidRPr="00C92ECA" w:rsidRDefault="00C92ECA" w:rsidP="00C92ECA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0D9FEA8E" w14:textId="77777777" w:rsidR="00C92ECA" w:rsidRPr="00986B62" w:rsidRDefault="00C92ECA" w:rsidP="00C92ECA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86B62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4AF5F3B2" w14:textId="3D08A92C" w:rsidR="00C92ECA" w:rsidRPr="00C92ECA" w:rsidRDefault="00C92ECA" w:rsidP="00C92ECA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C92ECA">
              <w:rPr>
                <w:rFonts w:ascii="Poppins" w:hAnsi="Poppins" w:cs="Poppins"/>
              </w:rPr>
              <w:t>Filettatura: 24x19</w:t>
            </w:r>
          </w:p>
          <w:p w14:paraId="7B506204" w14:textId="77777777" w:rsidR="00FF7A3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E2BD9A4" w14:textId="6F537F77" w:rsidR="00FF7A31" w:rsidRPr="001A558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1A5581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CF15CB" w:rsidRPr="00CF15CB">
              <w:rPr>
                <w:rFonts w:ascii="Poppins" w:hAnsi="Poppins" w:cs="Poppins"/>
                <w:b/>
                <w:sz w:val="20"/>
              </w:rPr>
              <w:t xml:space="preserve">Tenuta monoblocco 24x19 per tubi PE-X, PE-RT, PP e </w:t>
            </w:r>
            <w:proofErr w:type="spellStart"/>
            <w:r w:rsidR="00CF15CB" w:rsidRPr="00CF15CB">
              <w:rPr>
                <w:rFonts w:ascii="Poppins" w:hAnsi="Poppins" w:cs="Poppins"/>
                <w:b/>
                <w:sz w:val="20"/>
              </w:rPr>
              <w:t>P</w:t>
            </w:r>
            <w:r w:rsidR="004925E7">
              <w:rPr>
                <w:rFonts w:ascii="Poppins" w:hAnsi="Poppins" w:cs="Poppins"/>
                <w:b/>
                <w:sz w:val="20"/>
              </w:rPr>
              <w:t>e</w:t>
            </w:r>
            <w:r w:rsidR="00CF15CB" w:rsidRPr="00CF15CB">
              <w:rPr>
                <w:rFonts w:ascii="Poppins" w:hAnsi="Poppins" w:cs="Poppins"/>
                <w:b/>
                <w:sz w:val="20"/>
              </w:rPr>
              <w:t>xPenta</w:t>
            </w:r>
            <w:proofErr w:type="spellEnd"/>
            <w:r w:rsidR="00CF15CB" w:rsidRPr="00CF15CB">
              <w:rPr>
                <w:rFonts w:ascii="Poppins" w:hAnsi="Poppins" w:cs="Poppins"/>
                <w:b/>
                <w:sz w:val="20"/>
              </w:rPr>
              <w:t xml:space="preserve"> </w:t>
            </w:r>
            <w:proofErr w:type="spellStart"/>
            <w:r w:rsidR="00CF15CB" w:rsidRPr="00CF15CB">
              <w:rPr>
                <w:rFonts w:ascii="Poppins" w:hAnsi="Poppins" w:cs="Poppins"/>
                <w:b/>
                <w:sz w:val="20"/>
              </w:rPr>
              <w:t>Klett</w:t>
            </w:r>
            <w:proofErr w:type="spellEnd"/>
            <w:r w:rsidR="00CF15CB" w:rsidRPr="00CF15CB">
              <w:rPr>
                <w:rFonts w:ascii="Poppins" w:hAnsi="Poppins" w:cs="Poppins"/>
                <w:b/>
                <w:sz w:val="20"/>
              </w:rPr>
              <w:t xml:space="preserve"> 16 x 2</w:t>
            </w:r>
            <w:r w:rsidR="00CF15CB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1A5581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F7A31" w:rsidRPr="004C6F17" w14:paraId="16174E05" w14:textId="77777777" w:rsidTr="00FD02BC">
        <w:tc>
          <w:tcPr>
            <w:tcW w:w="1311" w:type="dxa"/>
          </w:tcPr>
          <w:p w14:paraId="0E378937" w14:textId="3607B7B8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28110606</w:t>
            </w:r>
          </w:p>
        </w:tc>
        <w:tc>
          <w:tcPr>
            <w:tcW w:w="2086" w:type="dxa"/>
          </w:tcPr>
          <w:p w14:paraId="0F2A2C13" w14:textId="77777777" w:rsidR="007605EB" w:rsidRPr="007605EB" w:rsidRDefault="007605EB" w:rsidP="007605EB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7605EB">
              <w:rPr>
                <w:rFonts w:ascii="Poppins" w:hAnsi="Poppins" w:cs="Poppins"/>
                <w:color w:val="000000" w:themeColor="text1"/>
                <w:sz w:val="20"/>
              </w:rPr>
              <w:t xml:space="preserve">Tenuta Monoblocco 2.0 3/4" </w:t>
            </w:r>
            <w:proofErr w:type="spellStart"/>
            <w:r w:rsidRPr="007605EB">
              <w:rPr>
                <w:rFonts w:ascii="Poppins" w:hAnsi="Poppins" w:cs="Poppins"/>
                <w:color w:val="000000" w:themeColor="text1"/>
                <w:sz w:val="20"/>
              </w:rPr>
              <w:t>Eurocono</w:t>
            </w:r>
            <w:proofErr w:type="spellEnd"/>
            <w:r w:rsidRPr="007605EB">
              <w:rPr>
                <w:rFonts w:ascii="Poppins" w:hAnsi="Poppins" w:cs="Poppins"/>
                <w:color w:val="000000" w:themeColor="text1"/>
                <w:sz w:val="20"/>
              </w:rPr>
              <w:t xml:space="preserve"> per tubo multistrato, PE-X, PE-RT e</w:t>
            </w:r>
          </w:p>
          <w:p w14:paraId="5064BAD0" w14:textId="77777777" w:rsidR="007605EB" w:rsidRDefault="007605EB" w:rsidP="007605EB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proofErr w:type="spellStart"/>
            <w:r w:rsidRPr="007605EB">
              <w:rPr>
                <w:rFonts w:ascii="Poppins" w:hAnsi="Poppins" w:cs="Poppins"/>
                <w:color w:val="000000" w:themeColor="text1"/>
                <w:sz w:val="20"/>
              </w:rPr>
              <w:t>PexPenta</w:t>
            </w:r>
            <w:proofErr w:type="spellEnd"/>
            <w:r w:rsidRPr="007605EB">
              <w:rPr>
                <w:rFonts w:ascii="Poppins" w:hAnsi="Poppins" w:cs="Poppins"/>
                <w:color w:val="000000" w:themeColor="text1"/>
                <w:sz w:val="20"/>
              </w:rPr>
              <w:t xml:space="preserve"> </w:t>
            </w:r>
            <w:proofErr w:type="spellStart"/>
            <w:r w:rsidRPr="007605EB">
              <w:rPr>
                <w:rFonts w:ascii="Poppins" w:hAnsi="Poppins" w:cs="Poppins"/>
                <w:color w:val="000000" w:themeColor="text1"/>
                <w:sz w:val="20"/>
              </w:rPr>
              <w:t>Klett</w:t>
            </w:r>
            <w:proofErr w:type="spellEnd"/>
          </w:p>
          <w:p w14:paraId="0397AF6B" w14:textId="43C7506A" w:rsidR="00FF7A31" w:rsidRPr="001A5581" w:rsidRDefault="007605EB" w:rsidP="007605EB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7605EB">
              <w:rPr>
                <w:rFonts w:ascii="Poppins" w:hAnsi="Poppins" w:cs="Poppins"/>
                <w:color w:val="000000" w:themeColor="text1"/>
                <w:sz w:val="20"/>
              </w:rPr>
              <w:t>16 x 2</w:t>
            </w:r>
          </w:p>
        </w:tc>
        <w:tc>
          <w:tcPr>
            <w:tcW w:w="6101" w:type="dxa"/>
          </w:tcPr>
          <w:p w14:paraId="73062A70" w14:textId="6067A756" w:rsidR="00986B62" w:rsidRPr="00986B62" w:rsidRDefault="00986B62" w:rsidP="00986B62">
            <w:pPr>
              <w:jc w:val="both"/>
              <w:rPr>
                <w:rFonts w:ascii="Poppins" w:hAnsi="Poppins" w:cs="Poppins"/>
                <w:sz w:val="20"/>
              </w:rPr>
            </w:pPr>
            <w:r w:rsidRPr="00986B62">
              <w:rPr>
                <w:rFonts w:ascii="Poppins" w:hAnsi="Poppins" w:cs="Poppins"/>
                <w:sz w:val="20"/>
              </w:rPr>
              <w:t>Tenuta Monoblocco 2.0 nichelata per tubazioni multistrato, PE-X, PE-RT 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986B62">
              <w:rPr>
                <w:rFonts w:ascii="Poppins" w:hAnsi="Poppins" w:cs="Poppins"/>
                <w:sz w:val="20"/>
              </w:rPr>
              <w:t>PexPenta</w:t>
            </w:r>
            <w:proofErr w:type="spellEnd"/>
            <w:r w:rsidRPr="00986B62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986B62">
              <w:rPr>
                <w:rFonts w:ascii="Poppins" w:hAnsi="Poppins" w:cs="Poppins"/>
                <w:sz w:val="20"/>
              </w:rPr>
              <w:t>Klett</w:t>
            </w:r>
            <w:proofErr w:type="spellEnd"/>
            <w:r w:rsidRPr="00986B62">
              <w:rPr>
                <w:rFonts w:ascii="Poppins" w:hAnsi="Poppins" w:cs="Poppins"/>
                <w:sz w:val="20"/>
              </w:rPr>
              <w:t xml:space="preserve"> 16x2 con o-ring.</w:t>
            </w:r>
          </w:p>
          <w:p w14:paraId="4E96EF04" w14:textId="77777777" w:rsidR="00986B62" w:rsidRPr="00986B62" w:rsidRDefault="00986B62" w:rsidP="00986B6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F5C4EB0" w14:textId="77777777" w:rsidR="00986B62" w:rsidRPr="00986B62" w:rsidRDefault="00986B62" w:rsidP="00986B62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86B62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63436E6E" w14:textId="1804F999" w:rsidR="00986B62" w:rsidRPr="00C92ECA" w:rsidRDefault="00986B62" w:rsidP="00C92ECA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C92ECA">
              <w:rPr>
                <w:rFonts w:ascii="Poppins" w:hAnsi="Poppins" w:cs="Poppins"/>
              </w:rPr>
              <w:t>Dado: ottone UNI EN 12165 CW617N</w:t>
            </w:r>
          </w:p>
          <w:p w14:paraId="2CF07084" w14:textId="740323E6" w:rsidR="00986B62" w:rsidRPr="00C92ECA" w:rsidRDefault="00986B62" w:rsidP="00C92ECA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C92ECA">
              <w:rPr>
                <w:rFonts w:ascii="Poppins" w:hAnsi="Poppins" w:cs="Poppins"/>
              </w:rPr>
              <w:t>Ghiere interne: ottone UNI EN 12164 CW617N</w:t>
            </w:r>
          </w:p>
          <w:p w14:paraId="1F1949C7" w14:textId="076271B5" w:rsidR="00986B62" w:rsidRPr="00C92ECA" w:rsidRDefault="00986B62" w:rsidP="00C92ECA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C92ECA">
              <w:rPr>
                <w:rFonts w:ascii="Poppins" w:hAnsi="Poppins" w:cs="Poppins"/>
              </w:rPr>
              <w:t>Rondella: PTFE</w:t>
            </w:r>
          </w:p>
          <w:p w14:paraId="28301842" w14:textId="2C788851" w:rsidR="00986B62" w:rsidRPr="00C92ECA" w:rsidRDefault="00986B62" w:rsidP="00C92ECA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C92ECA">
              <w:rPr>
                <w:rFonts w:ascii="Poppins" w:hAnsi="Poppins" w:cs="Poppins"/>
              </w:rPr>
              <w:t>Ogiva dentata: ottone UNI EN 12164 CW617N</w:t>
            </w:r>
          </w:p>
          <w:p w14:paraId="581F61F5" w14:textId="68CFDF51" w:rsidR="00986B62" w:rsidRPr="00C92ECA" w:rsidRDefault="00986B62" w:rsidP="00C92ECA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C92ECA">
              <w:rPr>
                <w:rFonts w:ascii="Poppins" w:hAnsi="Poppins" w:cs="Poppins"/>
              </w:rPr>
              <w:t>O-ring di tenuta: EPDM</w:t>
            </w:r>
          </w:p>
          <w:p w14:paraId="46FDE6DE" w14:textId="77777777" w:rsidR="00986B62" w:rsidRPr="00986B62" w:rsidRDefault="00986B62" w:rsidP="00986B6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58EBDF3" w14:textId="77777777" w:rsidR="00986B62" w:rsidRPr="00986B62" w:rsidRDefault="00986B62" w:rsidP="00986B62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86B62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019CAF4" w14:textId="31CD52A1" w:rsidR="00986B62" w:rsidRPr="00C92ECA" w:rsidRDefault="00986B62" w:rsidP="00C92ECA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C92ECA">
              <w:rPr>
                <w:rFonts w:ascii="Poppins" w:hAnsi="Poppins" w:cs="Poppins"/>
              </w:rPr>
              <w:t xml:space="preserve">Filettatura: 3/4" </w:t>
            </w:r>
            <w:proofErr w:type="spellStart"/>
            <w:r w:rsidRPr="00C92ECA">
              <w:rPr>
                <w:rFonts w:ascii="Poppins" w:hAnsi="Poppins" w:cs="Poppins"/>
              </w:rPr>
              <w:t>Eurocono</w:t>
            </w:r>
            <w:proofErr w:type="spellEnd"/>
          </w:p>
          <w:p w14:paraId="188BA48C" w14:textId="77777777" w:rsidR="00986B62" w:rsidRPr="00986B62" w:rsidRDefault="00986B62" w:rsidP="00986B6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D314454" w14:textId="6F7E9990" w:rsidR="00FF7A31" w:rsidRPr="001A5581" w:rsidRDefault="00986B62" w:rsidP="00986B62">
            <w:pPr>
              <w:jc w:val="both"/>
              <w:rPr>
                <w:rFonts w:ascii="Poppins" w:hAnsi="Poppins" w:cs="Poppins"/>
                <w:sz w:val="20"/>
              </w:rPr>
            </w:pPr>
            <w:r w:rsidRPr="00986B62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Emmeti – Modello Tenuta Monoblocco 2.0 3/4" </w:t>
            </w:r>
            <w:proofErr w:type="spellStart"/>
            <w:r w:rsidRPr="00986B62">
              <w:rPr>
                <w:rFonts w:ascii="Poppins" w:hAnsi="Poppins" w:cs="Poppins"/>
                <w:b/>
                <w:bCs/>
                <w:sz w:val="20"/>
              </w:rPr>
              <w:t>Eurocono</w:t>
            </w:r>
            <w:proofErr w:type="spellEnd"/>
            <w:r w:rsidRPr="00986B62">
              <w:rPr>
                <w:rFonts w:ascii="Poppins" w:hAnsi="Poppins" w:cs="Poppins"/>
                <w:b/>
                <w:bCs/>
                <w:sz w:val="20"/>
              </w:rPr>
              <w:t xml:space="preserve"> per tubo multistrato, PE-X, PE-RT e </w:t>
            </w:r>
            <w:proofErr w:type="spellStart"/>
            <w:r w:rsidRPr="00986B62">
              <w:rPr>
                <w:rFonts w:ascii="Poppins" w:hAnsi="Poppins" w:cs="Poppins"/>
                <w:b/>
                <w:bCs/>
                <w:sz w:val="20"/>
              </w:rPr>
              <w:t>PexPenta</w:t>
            </w:r>
            <w:proofErr w:type="spellEnd"/>
            <w:r w:rsidRPr="00986B62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986B62">
              <w:rPr>
                <w:rFonts w:ascii="Poppins" w:hAnsi="Poppins" w:cs="Poppins"/>
                <w:b/>
                <w:bCs/>
                <w:sz w:val="20"/>
              </w:rPr>
              <w:t>Klett</w:t>
            </w:r>
            <w:proofErr w:type="spellEnd"/>
            <w:r w:rsidRPr="00986B62">
              <w:rPr>
                <w:rFonts w:ascii="Poppins" w:hAnsi="Poppins" w:cs="Poppins"/>
                <w:b/>
                <w:bCs/>
                <w:sz w:val="20"/>
              </w:rPr>
              <w:t xml:space="preserve"> 16 x 2 o equivalente.</w:t>
            </w:r>
          </w:p>
        </w:tc>
      </w:tr>
      <w:tr w:rsidR="00E2046C" w:rsidRPr="00F4606B" w14:paraId="6E2C7C26" w14:textId="77777777" w:rsidTr="00FD02BC">
        <w:tc>
          <w:tcPr>
            <w:tcW w:w="1311" w:type="dxa"/>
          </w:tcPr>
          <w:p w14:paraId="0FD7231A" w14:textId="2CD0D15D" w:rsidR="00E2046C" w:rsidRPr="001A5581" w:rsidRDefault="00E2046C" w:rsidP="00E2046C">
            <w:pPr>
              <w:jc w:val="center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lastRenderedPageBreak/>
              <w:t>28134290</w:t>
            </w:r>
          </w:p>
        </w:tc>
        <w:tc>
          <w:tcPr>
            <w:tcW w:w="2086" w:type="dxa"/>
          </w:tcPr>
          <w:p w14:paraId="4B6A5E9B" w14:textId="32EC185B" w:rsidR="00E2046C" w:rsidRPr="001A5581" w:rsidRDefault="00E2046C" w:rsidP="00E2046C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Nastro 50 mm</w:t>
            </w:r>
            <w:r>
              <w:rPr>
                <w:rFonts w:ascii="Poppins" w:hAnsi="Poppins" w:cs="Poppins"/>
                <w:color w:val="000000" w:themeColor="text1"/>
                <w:sz w:val="20"/>
              </w:rPr>
              <w:t xml:space="preserve"> L = 100 m</w:t>
            </w:r>
          </w:p>
        </w:tc>
        <w:tc>
          <w:tcPr>
            <w:tcW w:w="6101" w:type="dxa"/>
          </w:tcPr>
          <w:p w14:paraId="115903BB" w14:textId="77777777" w:rsidR="00E2046C" w:rsidRDefault="00E2046C" w:rsidP="00E2046C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 xml:space="preserve">Nastro adesivo per giunzione pannelli </w:t>
            </w:r>
            <w:proofErr w:type="spellStart"/>
            <w:r w:rsidRPr="001A5581">
              <w:rPr>
                <w:rFonts w:ascii="Poppins" w:hAnsi="Poppins" w:cs="Poppins"/>
                <w:sz w:val="20"/>
              </w:rPr>
              <w:t>Klettjet</w:t>
            </w:r>
            <w:proofErr w:type="spellEnd"/>
            <w:r w:rsidRPr="001A5581">
              <w:rPr>
                <w:rFonts w:ascii="Poppins" w:hAnsi="Poppins" w:cs="Poppins"/>
                <w:sz w:val="20"/>
              </w:rPr>
              <w:t>.</w:t>
            </w:r>
          </w:p>
          <w:p w14:paraId="1EF0EA7D" w14:textId="77777777" w:rsidR="00E2046C" w:rsidRPr="001A5581" w:rsidRDefault="00E2046C" w:rsidP="00E2046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B6070D0" w14:textId="77777777" w:rsidR="00E2046C" w:rsidRPr="001A5581" w:rsidRDefault="00E2046C" w:rsidP="00E2046C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Misura: 50 mm x 100 m</w:t>
            </w:r>
          </w:p>
          <w:p w14:paraId="5DD4A644" w14:textId="77777777" w:rsidR="00E2046C" w:rsidRPr="001A5581" w:rsidRDefault="00E2046C" w:rsidP="00E2046C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EEC66B2" w14:textId="41FB5C37" w:rsidR="00E2046C" w:rsidRPr="001A5581" w:rsidRDefault="00E2046C" w:rsidP="00E2046C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1A5581">
              <w:rPr>
                <w:rFonts w:ascii="Poppins" w:hAnsi="Poppins" w:cs="Poppins"/>
                <w:b/>
                <w:sz w:val="20"/>
              </w:rPr>
              <w:t xml:space="preserve"> – Modello Nastro 50 mm </w:t>
            </w:r>
            <w:r w:rsidRPr="00FD0A25">
              <w:rPr>
                <w:rFonts w:ascii="Poppins" w:hAnsi="Poppins" w:cs="Poppins"/>
                <w:b/>
                <w:sz w:val="20"/>
              </w:rPr>
              <w:t xml:space="preserve">L = 100 m </w:t>
            </w:r>
            <w:r w:rsidRPr="001A5581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F7A31" w:rsidRPr="00F4606B" w14:paraId="5F243E29" w14:textId="77777777" w:rsidTr="00FD02BC">
        <w:tc>
          <w:tcPr>
            <w:tcW w:w="1311" w:type="dxa"/>
          </w:tcPr>
          <w:p w14:paraId="3BA3B491" w14:textId="77777777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28134294</w:t>
            </w:r>
          </w:p>
        </w:tc>
        <w:tc>
          <w:tcPr>
            <w:tcW w:w="2086" w:type="dxa"/>
          </w:tcPr>
          <w:p w14:paraId="1252F4C6" w14:textId="77777777" w:rsidR="00FF7A31" w:rsidRPr="001A5581" w:rsidRDefault="00FF7A31" w:rsidP="00FF7A31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proofErr w:type="spellStart"/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Svolgirotolo</w:t>
            </w:r>
            <w:proofErr w:type="spellEnd"/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 xml:space="preserve"> per nastro </w:t>
            </w:r>
          </w:p>
        </w:tc>
        <w:tc>
          <w:tcPr>
            <w:tcW w:w="6101" w:type="dxa"/>
          </w:tcPr>
          <w:p w14:paraId="1384F818" w14:textId="7853A4C2" w:rsidR="00FF7A31" w:rsidRPr="001A558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proofErr w:type="spellStart"/>
            <w:r w:rsidRPr="001A5581">
              <w:rPr>
                <w:rFonts w:ascii="Poppins" w:hAnsi="Poppins" w:cs="Poppins"/>
                <w:sz w:val="20"/>
              </w:rPr>
              <w:t>Svolgirotolo</w:t>
            </w:r>
            <w:proofErr w:type="spellEnd"/>
            <w:r w:rsidRPr="001A5581">
              <w:rPr>
                <w:rFonts w:ascii="Poppins" w:hAnsi="Poppins" w:cs="Poppins"/>
                <w:sz w:val="20"/>
              </w:rPr>
              <w:t xml:space="preserve"> per nastro adesivo per pannelli </w:t>
            </w:r>
            <w:proofErr w:type="spellStart"/>
            <w:r w:rsidRPr="001A5581">
              <w:rPr>
                <w:rFonts w:ascii="Poppins" w:hAnsi="Poppins" w:cs="Poppins"/>
                <w:sz w:val="20"/>
              </w:rPr>
              <w:t>Klettjet</w:t>
            </w:r>
            <w:proofErr w:type="spellEnd"/>
            <w:r>
              <w:rPr>
                <w:rFonts w:ascii="Poppins" w:hAnsi="Poppins" w:cs="Poppins"/>
                <w:sz w:val="20"/>
              </w:rPr>
              <w:t>.</w:t>
            </w:r>
          </w:p>
          <w:p w14:paraId="6F2E71FB" w14:textId="77777777" w:rsidR="00FF7A31" w:rsidRPr="001A558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3D78C0A" w14:textId="5214715A" w:rsidR="00FF7A31" w:rsidRPr="001A558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1A5581">
              <w:rPr>
                <w:rFonts w:ascii="Poppins" w:hAnsi="Poppins" w:cs="Poppins"/>
                <w:b/>
                <w:sz w:val="20"/>
              </w:rPr>
              <w:t xml:space="preserve"> – Modello </w:t>
            </w:r>
            <w:proofErr w:type="spellStart"/>
            <w:r w:rsidRPr="001A5581">
              <w:rPr>
                <w:rFonts w:ascii="Poppins" w:hAnsi="Poppins" w:cs="Poppins"/>
                <w:b/>
                <w:sz w:val="20"/>
              </w:rPr>
              <w:t>Svolgirotolo</w:t>
            </w:r>
            <w:proofErr w:type="spellEnd"/>
            <w:r w:rsidRPr="001A5581">
              <w:rPr>
                <w:rFonts w:ascii="Poppins" w:hAnsi="Poppins" w:cs="Poppins"/>
                <w:b/>
                <w:sz w:val="20"/>
              </w:rPr>
              <w:t xml:space="preserve"> per nastro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F7A31" w:rsidRPr="00F4606B" w14:paraId="5B12A2FA" w14:textId="77777777" w:rsidTr="00FD02BC">
        <w:tc>
          <w:tcPr>
            <w:tcW w:w="1311" w:type="dxa"/>
          </w:tcPr>
          <w:p w14:paraId="0C71A5A1" w14:textId="77777777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28134296</w:t>
            </w:r>
          </w:p>
        </w:tc>
        <w:tc>
          <w:tcPr>
            <w:tcW w:w="2086" w:type="dxa"/>
          </w:tcPr>
          <w:p w14:paraId="7EEBD931" w14:textId="77777777" w:rsidR="00FF7A31" w:rsidRPr="001A5581" w:rsidRDefault="00FF7A31" w:rsidP="00FF7A31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Sostegno tubo</w:t>
            </w:r>
          </w:p>
        </w:tc>
        <w:tc>
          <w:tcPr>
            <w:tcW w:w="6101" w:type="dxa"/>
          </w:tcPr>
          <w:p w14:paraId="38F8267C" w14:textId="7FE09ADF" w:rsidR="00FF7A31" w:rsidRPr="001A558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 xml:space="preserve">Sostegno per tubazione </w:t>
            </w:r>
            <w:proofErr w:type="spellStart"/>
            <w:r w:rsidRPr="001A5581">
              <w:rPr>
                <w:rFonts w:ascii="Poppins" w:hAnsi="Poppins" w:cs="Poppins"/>
                <w:sz w:val="20"/>
              </w:rPr>
              <w:t>PexPenta</w:t>
            </w:r>
            <w:proofErr w:type="spellEnd"/>
            <w:r w:rsidRPr="001A5581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1A5581">
              <w:rPr>
                <w:rFonts w:ascii="Poppins" w:hAnsi="Poppins" w:cs="Poppins"/>
                <w:sz w:val="20"/>
              </w:rPr>
              <w:t>Klett</w:t>
            </w:r>
            <w:proofErr w:type="spellEnd"/>
            <w:r>
              <w:rPr>
                <w:rFonts w:ascii="Poppins" w:hAnsi="Poppins" w:cs="Poppins"/>
                <w:sz w:val="20"/>
              </w:rPr>
              <w:t>.</w:t>
            </w:r>
          </w:p>
          <w:p w14:paraId="22E93C4A" w14:textId="77777777" w:rsidR="00FF7A31" w:rsidRPr="001A558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8BAA32B" w14:textId="3554EBEA" w:rsidR="00FF7A31" w:rsidRPr="001A558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1A5581">
              <w:rPr>
                <w:rFonts w:ascii="Poppins" w:hAnsi="Poppins" w:cs="Poppins"/>
                <w:b/>
                <w:sz w:val="20"/>
              </w:rPr>
              <w:t xml:space="preserve"> – Modello Sostegno tubo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F7A31" w:rsidRPr="009230EA" w14:paraId="1669B902" w14:textId="77777777" w:rsidTr="00FD02BC">
        <w:tc>
          <w:tcPr>
            <w:tcW w:w="1311" w:type="dxa"/>
          </w:tcPr>
          <w:p w14:paraId="75034269" w14:textId="77777777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>28134299</w:t>
            </w:r>
          </w:p>
        </w:tc>
        <w:tc>
          <w:tcPr>
            <w:tcW w:w="2086" w:type="dxa"/>
          </w:tcPr>
          <w:p w14:paraId="19179E13" w14:textId="77777777" w:rsidR="00FF7A31" w:rsidRPr="001A5581" w:rsidRDefault="00FF7A31" w:rsidP="00FF7A31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1A5581">
              <w:rPr>
                <w:rFonts w:ascii="Poppins" w:hAnsi="Poppins" w:cs="Poppins"/>
                <w:color w:val="000000" w:themeColor="text1"/>
                <w:sz w:val="20"/>
              </w:rPr>
              <w:t>Guanti tubo</w:t>
            </w:r>
          </w:p>
        </w:tc>
        <w:tc>
          <w:tcPr>
            <w:tcW w:w="6101" w:type="dxa"/>
          </w:tcPr>
          <w:p w14:paraId="3A17EFFB" w14:textId="77777777" w:rsidR="00FF7A31" w:rsidRPr="001A558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sz w:val="20"/>
              </w:rPr>
              <w:t xml:space="preserve">Guanti per la posa della tubazione </w:t>
            </w:r>
            <w:proofErr w:type="spellStart"/>
            <w:r w:rsidRPr="001A5581">
              <w:rPr>
                <w:rFonts w:ascii="Poppins" w:hAnsi="Poppins" w:cs="Poppins"/>
                <w:sz w:val="20"/>
              </w:rPr>
              <w:t>PexPenta</w:t>
            </w:r>
            <w:proofErr w:type="spellEnd"/>
            <w:r w:rsidRPr="001A5581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1A5581">
              <w:rPr>
                <w:rFonts w:ascii="Poppins" w:hAnsi="Poppins" w:cs="Poppins"/>
                <w:sz w:val="20"/>
              </w:rPr>
              <w:t>Klett</w:t>
            </w:r>
            <w:proofErr w:type="spellEnd"/>
            <w:r w:rsidRPr="001A5581">
              <w:rPr>
                <w:rFonts w:ascii="Poppins" w:hAnsi="Poppins" w:cs="Poppins"/>
                <w:sz w:val="20"/>
              </w:rPr>
              <w:t>.</w:t>
            </w:r>
          </w:p>
          <w:p w14:paraId="435E490C" w14:textId="77777777" w:rsidR="00FF7A31" w:rsidRPr="001A558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3253B89" w14:textId="7FD00C3D" w:rsidR="00FF7A31" w:rsidRPr="001A558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1A5581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1A5581">
              <w:rPr>
                <w:rFonts w:ascii="Poppins" w:hAnsi="Poppins" w:cs="Poppins"/>
                <w:b/>
                <w:sz w:val="20"/>
              </w:rPr>
              <w:t xml:space="preserve"> – Modello Guanti tubo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F2CEE" w:rsidRPr="00170AD8" w14:paraId="399EC3BC" w14:textId="77777777" w:rsidTr="00FD02BC">
        <w:tc>
          <w:tcPr>
            <w:tcW w:w="1311" w:type="dxa"/>
          </w:tcPr>
          <w:p w14:paraId="70EB4B14" w14:textId="1EAAA94E" w:rsidR="008F2CEE" w:rsidRPr="001A5581" w:rsidRDefault="008F2CEE" w:rsidP="008F2CE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</w:t>
            </w:r>
            <w:r>
              <w:rPr>
                <w:rFonts w:ascii="Poppins" w:hAnsi="Poppins" w:cs="Poppins"/>
                <w:sz w:val="20"/>
              </w:rPr>
              <w:t>14</w:t>
            </w:r>
          </w:p>
        </w:tc>
        <w:tc>
          <w:tcPr>
            <w:tcW w:w="2086" w:type="dxa"/>
          </w:tcPr>
          <w:p w14:paraId="3B0AAA68" w14:textId="77777777" w:rsidR="008F2CEE" w:rsidRDefault="008F2CEE" w:rsidP="008F2CE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</w:t>
            </w:r>
            <w:proofErr w:type="spellStart"/>
            <w:r>
              <w:rPr>
                <w:rFonts w:ascii="Poppins" w:hAnsi="Poppins" w:cs="Poppins"/>
                <w:sz w:val="20"/>
              </w:rPr>
              <w:t>super</w:t>
            </w:r>
            <w:r w:rsidRPr="00F12594">
              <w:rPr>
                <w:rFonts w:ascii="Poppins" w:hAnsi="Poppins" w:cs="Poppins"/>
                <w:sz w:val="20"/>
              </w:rPr>
              <w:t>fluidificante</w:t>
            </w:r>
            <w:proofErr w:type="spellEnd"/>
          </w:p>
          <w:p w14:paraId="22E57EED" w14:textId="23383C90" w:rsidR="008F2CEE" w:rsidRPr="001A5581" w:rsidRDefault="008F2CEE" w:rsidP="008F2CEE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10 kg</w:t>
            </w:r>
          </w:p>
        </w:tc>
        <w:tc>
          <w:tcPr>
            <w:tcW w:w="6101" w:type="dxa"/>
          </w:tcPr>
          <w:p w14:paraId="7E5F49BF" w14:textId="77777777" w:rsidR="008F2CEE" w:rsidRDefault="008F2CEE" w:rsidP="008F2CE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fluidificante per massetti, riducendo l’acqua di impasto si aumenta la resistenza meccanica e la conducibilità termica. </w:t>
            </w:r>
          </w:p>
          <w:p w14:paraId="289D2950" w14:textId="77777777" w:rsidR="008F2CEE" w:rsidRPr="00F12594" w:rsidRDefault="008F2CEE" w:rsidP="008F2CE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0469E88" w14:textId="77777777" w:rsidR="008F2CEE" w:rsidRPr="00F12594" w:rsidRDefault="008F2CEE" w:rsidP="008F2CE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Dosaggio: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12594">
              <w:rPr>
                <w:rFonts w:ascii="Poppins" w:hAnsi="Poppins" w:cs="Poppins"/>
                <w:sz w:val="20"/>
              </w:rPr>
              <w:t xml:space="preserve"> ÷ 1.</w:t>
            </w:r>
            <w:r>
              <w:rPr>
                <w:rFonts w:ascii="Poppins" w:hAnsi="Poppins" w:cs="Poppins"/>
                <w:sz w:val="20"/>
              </w:rPr>
              <w:t>5</w:t>
            </w:r>
            <w:r w:rsidRPr="00F12594">
              <w:rPr>
                <w:rFonts w:ascii="Poppins" w:hAnsi="Poppins" w:cs="Poppins"/>
                <w:sz w:val="20"/>
              </w:rPr>
              <w:t xml:space="preserve"> litri per ogni 100 kg di cemento</w:t>
            </w:r>
          </w:p>
          <w:p w14:paraId="203C914A" w14:textId="77777777" w:rsidR="008F2CEE" w:rsidRPr="00F12594" w:rsidRDefault="008F2CEE" w:rsidP="008F2CEE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kg</w:t>
            </w:r>
            <w:r w:rsidRPr="00F12594">
              <w:rPr>
                <w:rFonts w:ascii="Poppins" w:hAnsi="Poppins" w:cs="Poppins"/>
                <w:sz w:val="20"/>
              </w:rPr>
              <w:t>/confezione: 10</w:t>
            </w:r>
          </w:p>
          <w:p w14:paraId="4E9E7B1B" w14:textId="77777777" w:rsidR="008F2CEE" w:rsidRPr="00F12594" w:rsidRDefault="008F2CEE" w:rsidP="008F2CEE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20EB766" w14:textId="30E58FA1" w:rsidR="008F2CEE" w:rsidRPr="001A5581" w:rsidRDefault="008F2CEE" w:rsidP="008F2CE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 Modello Additivo </w:t>
            </w:r>
            <w:proofErr w:type="spellStart"/>
            <w:r>
              <w:rPr>
                <w:rFonts w:ascii="Poppins" w:hAnsi="Poppins" w:cs="Poppins"/>
                <w:b/>
                <w:sz w:val="20"/>
              </w:rPr>
              <w:t>super</w:t>
            </w:r>
            <w:r w:rsidRPr="00F12594">
              <w:rPr>
                <w:rFonts w:ascii="Poppins" w:hAnsi="Poppins" w:cs="Poppins"/>
                <w:b/>
                <w:sz w:val="20"/>
              </w:rPr>
              <w:t>fluidificante</w:t>
            </w:r>
            <w:proofErr w:type="spellEnd"/>
            <w:r>
              <w:rPr>
                <w:rFonts w:ascii="Poppins" w:hAnsi="Poppins" w:cs="Poppins"/>
                <w:b/>
                <w:sz w:val="20"/>
              </w:rPr>
              <w:t xml:space="preserve"> 10 kg </w:t>
            </w:r>
            <w:r w:rsidRPr="00F12594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F2CEE" w:rsidRPr="007E118F" w14:paraId="427C7B1D" w14:textId="77777777" w:rsidTr="00FD02BC">
        <w:tc>
          <w:tcPr>
            <w:tcW w:w="1311" w:type="dxa"/>
          </w:tcPr>
          <w:p w14:paraId="1AC7CA8E" w14:textId="02411A8A" w:rsidR="008F2CEE" w:rsidRPr="001A5581" w:rsidRDefault="008F2CEE" w:rsidP="008F2CE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</w:t>
            </w:r>
            <w:r>
              <w:rPr>
                <w:rFonts w:ascii="Poppins" w:hAnsi="Poppins" w:cs="Poppins"/>
                <w:sz w:val="20"/>
              </w:rPr>
              <w:t>8130416</w:t>
            </w:r>
          </w:p>
        </w:tc>
        <w:tc>
          <w:tcPr>
            <w:tcW w:w="2086" w:type="dxa"/>
          </w:tcPr>
          <w:p w14:paraId="263ED63E" w14:textId="77777777" w:rsidR="008F2CEE" w:rsidRDefault="008F2CEE" w:rsidP="008F2CE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</w:t>
            </w:r>
            <w:proofErr w:type="spellStart"/>
            <w:r>
              <w:rPr>
                <w:rFonts w:ascii="Poppins" w:hAnsi="Poppins" w:cs="Poppins"/>
                <w:sz w:val="20"/>
              </w:rPr>
              <w:t>super</w:t>
            </w:r>
            <w:r w:rsidRPr="00F12594">
              <w:rPr>
                <w:rFonts w:ascii="Poppins" w:hAnsi="Poppins" w:cs="Poppins"/>
                <w:sz w:val="20"/>
              </w:rPr>
              <w:t>fluidificante</w:t>
            </w:r>
            <w:proofErr w:type="spellEnd"/>
          </w:p>
          <w:p w14:paraId="42EA6F78" w14:textId="53ADE2BC" w:rsidR="008F2CEE" w:rsidRPr="001A5581" w:rsidRDefault="008F2CEE" w:rsidP="008F2CEE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25 kg</w:t>
            </w:r>
          </w:p>
        </w:tc>
        <w:tc>
          <w:tcPr>
            <w:tcW w:w="6101" w:type="dxa"/>
          </w:tcPr>
          <w:p w14:paraId="453D0259" w14:textId="77777777" w:rsidR="008F2CEE" w:rsidRDefault="008F2CEE" w:rsidP="008F2CE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fluidificante per massetti, riducendo l’acqua di impasto si aumenta la resistenza meccanica e la conducibilità termica. </w:t>
            </w:r>
          </w:p>
          <w:p w14:paraId="508FE06E" w14:textId="77777777" w:rsidR="008F2CEE" w:rsidRPr="00F12594" w:rsidRDefault="008F2CEE" w:rsidP="008F2CE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AA1BC78" w14:textId="77777777" w:rsidR="008F2CEE" w:rsidRPr="00F12594" w:rsidRDefault="008F2CEE" w:rsidP="008F2CE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Dosaggio: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12594">
              <w:rPr>
                <w:rFonts w:ascii="Poppins" w:hAnsi="Poppins" w:cs="Poppins"/>
                <w:sz w:val="20"/>
              </w:rPr>
              <w:t xml:space="preserve"> ÷ 1.</w:t>
            </w:r>
            <w:r>
              <w:rPr>
                <w:rFonts w:ascii="Poppins" w:hAnsi="Poppins" w:cs="Poppins"/>
                <w:sz w:val="20"/>
              </w:rPr>
              <w:t>5</w:t>
            </w:r>
            <w:r w:rsidRPr="00F12594">
              <w:rPr>
                <w:rFonts w:ascii="Poppins" w:hAnsi="Poppins" w:cs="Poppins"/>
                <w:sz w:val="20"/>
              </w:rPr>
              <w:t xml:space="preserve"> litri per ogni 100 kg di cemento</w:t>
            </w:r>
          </w:p>
          <w:p w14:paraId="69C81FA2" w14:textId="77777777" w:rsidR="008F2CEE" w:rsidRPr="00F12594" w:rsidRDefault="008F2CEE" w:rsidP="008F2CEE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kg</w:t>
            </w:r>
            <w:r w:rsidRPr="00F12594">
              <w:rPr>
                <w:rFonts w:ascii="Poppins" w:hAnsi="Poppins" w:cs="Poppins"/>
                <w:sz w:val="20"/>
              </w:rPr>
              <w:t>/confezione: 25</w:t>
            </w:r>
          </w:p>
          <w:p w14:paraId="3D72741A" w14:textId="77777777" w:rsidR="008F2CEE" w:rsidRPr="00F12594" w:rsidRDefault="008F2CEE" w:rsidP="008F2CE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32E4E3F" w14:textId="6ADCD2A6" w:rsidR="008F2CEE" w:rsidRPr="001A5581" w:rsidRDefault="008F2CEE" w:rsidP="008F2CE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 Modello Additivo </w:t>
            </w:r>
            <w:proofErr w:type="spellStart"/>
            <w:r>
              <w:rPr>
                <w:rFonts w:ascii="Poppins" w:hAnsi="Poppins" w:cs="Poppins"/>
                <w:b/>
                <w:sz w:val="20"/>
              </w:rPr>
              <w:t>super</w:t>
            </w:r>
            <w:r w:rsidRPr="00F12594">
              <w:rPr>
                <w:rFonts w:ascii="Poppins" w:hAnsi="Poppins" w:cs="Poppins"/>
                <w:b/>
                <w:sz w:val="20"/>
              </w:rPr>
              <w:t>fluidificante</w:t>
            </w:r>
            <w:proofErr w:type="spellEnd"/>
            <w:r>
              <w:rPr>
                <w:rFonts w:ascii="Poppins" w:hAnsi="Poppins" w:cs="Poppins"/>
                <w:b/>
                <w:sz w:val="20"/>
              </w:rPr>
              <w:t xml:space="preserve"> 25 kg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F2CEE" w:rsidRPr="00170AD8" w14:paraId="7CCA8DCC" w14:textId="77777777" w:rsidTr="00FD02BC">
        <w:tc>
          <w:tcPr>
            <w:tcW w:w="1311" w:type="dxa"/>
          </w:tcPr>
          <w:p w14:paraId="3C8BD22A" w14:textId="30771277" w:rsidR="008F2CEE" w:rsidRPr="001A5581" w:rsidRDefault="008F2CEE" w:rsidP="008F2CE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02</w:t>
            </w:r>
            <w:r>
              <w:rPr>
                <w:rFonts w:ascii="Poppins" w:hAnsi="Poppins" w:cs="Poppins"/>
                <w:sz w:val="20"/>
              </w:rPr>
              <w:t>7</w:t>
            </w:r>
            <w:r w:rsidRPr="00F12594">
              <w:rPr>
                <w:rFonts w:ascii="Poppins" w:hAnsi="Poppins" w:cs="Poppins"/>
                <w:sz w:val="20"/>
              </w:rPr>
              <w:t>06396</w:t>
            </w:r>
          </w:p>
        </w:tc>
        <w:tc>
          <w:tcPr>
            <w:tcW w:w="2086" w:type="dxa"/>
          </w:tcPr>
          <w:p w14:paraId="630C2703" w14:textId="77777777" w:rsidR="008F2CEE" w:rsidRPr="00F12594" w:rsidRDefault="008F2CEE" w:rsidP="008F2CE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Protettivo per impianti di riscaldamento alta/bassa </w:t>
            </w:r>
            <w:r w:rsidRPr="00F12594">
              <w:rPr>
                <w:rFonts w:ascii="Poppins" w:hAnsi="Poppins" w:cs="Poppins"/>
                <w:sz w:val="20"/>
              </w:rPr>
              <w:lastRenderedPageBreak/>
              <w:t>temperatura e condizionamento</w:t>
            </w:r>
            <w:r>
              <w:rPr>
                <w:rFonts w:ascii="Poppins" w:hAnsi="Poppins" w:cs="Poppins"/>
                <w:sz w:val="20"/>
              </w:rPr>
              <w:t xml:space="preserve"> 5 kg</w:t>
            </w:r>
          </w:p>
          <w:p w14:paraId="39D66972" w14:textId="77777777" w:rsidR="008F2CEE" w:rsidRPr="001A5581" w:rsidRDefault="008F2CEE" w:rsidP="008F2CEE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3EB3F65B" w14:textId="77777777" w:rsidR="008F2CEE" w:rsidRDefault="008F2CEE" w:rsidP="008F2CE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Protettivo ad azione anticorrosiva per tutti i metalli, antincrostante e biocida per impianti di riscaldamento ad alta o bassa temperatura e/o condizionamento, con protettivi anticalcare (max 25 °F)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18FEE816" w14:textId="77777777" w:rsidR="008F2CEE" w:rsidRDefault="008F2CEE" w:rsidP="008F2CE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61A6478" w14:textId="77777777" w:rsidR="008F2CEE" w:rsidRPr="00F12594" w:rsidRDefault="008F2CEE" w:rsidP="008F2CE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D8D0638" w14:textId="77777777" w:rsidR="008F2CEE" w:rsidRPr="00F73AD4" w:rsidRDefault="008F2CEE" w:rsidP="008F2CE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73AD4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63455C7" w14:textId="77777777" w:rsidR="008F2CEE" w:rsidRPr="00F73AD4" w:rsidRDefault="008F2CEE" w:rsidP="008F2CEE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Aspetto: liquido incolore – giallo paglierino</w:t>
            </w:r>
          </w:p>
          <w:p w14:paraId="00CB9F6B" w14:textId="77777777" w:rsidR="008F2CEE" w:rsidRPr="00F73AD4" w:rsidRDefault="008F2CEE" w:rsidP="008F2CEE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proofErr w:type="spellStart"/>
            <w:r w:rsidRPr="00F73AD4">
              <w:rPr>
                <w:rFonts w:ascii="Poppins" w:hAnsi="Poppins" w:cs="Poppins"/>
              </w:rPr>
              <w:t>ph</w:t>
            </w:r>
            <w:proofErr w:type="spellEnd"/>
            <w:r w:rsidRPr="00F73AD4">
              <w:rPr>
                <w:rFonts w:ascii="Poppins" w:hAnsi="Poppins" w:cs="Poppins"/>
              </w:rPr>
              <w:t>: 7 ± 0.5</w:t>
            </w:r>
          </w:p>
          <w:p w14:paraId="1EAF8378" w14:textId="77777777" w:rsidR="008F2CEE" w:rsidRPr="00F73AD4" w:rsidRDefault="008F2CEE" w:rsidP="008F2CEE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 xml:space="preserve">Densità (20°C): 1.025 ±0.1 kg/l </w:t>
            </w:r>
          </w:p>
          <w:p w14:paraId="4E5363E4" w14:textId="77777777" w:rsidR="008F2CEE" w:rsidRPr="00F73AD4" w:rsidRDefault="008F2CEE" w:rsidP="008F2CEE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Dosaggio: 5%</w:t>
            </w:r>
          </w:p>
          <w:p w14:paraId="702C0A3D" w14:textId="77777777" w:rsidR="008F2CEE" w:rsidRPr="00F73AD4" w:rsidRDefault="008F2CEE" w:rsidP="008F2CEE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kg/confezione: 5</w:t>
            </w:r>
          </w:p>
          <w:p w14:paraId="6491B79A" w14:textId="77777777" w:rsidR="008F2CEE" w:rsidRPr="00F12594" w:rsidRDefault="008F2CEE" w:rsidP="008F2CE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ADA1E55" w14:textId="453D6916" w:rsidR="008F2CEE" w:rsidRPr="001A5581" w:rsidRDefault="008F2CEE" w:rsidP="008F2CE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Protettivo per impianti di riscaldamento alta/bassa temperatura e condizionamento </w:t>
            </w:r>
            <w:r>
              <w:rPr>
                <w:rFonts w:ascii="Poppins" w:hAnsi="Poppins" w:cs="Poppins"/>
                <w:b/>
                <w:sz w:val="20"/>
              </w:rPr>
              <w:t xml:space="preserve">5 kg </w:t>
            </w:r>
            <w:r w:rsidRPr="00F12594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sz w:val="20"/>
              </w:rPr>
              <w:t>.</w:t>
            </w:r>
          </w:p>
        </w:tc>
      </w:tr>
      <w:tr w:rsidR="008F2CEE" w14:paraId="65C8A3B1" w14:textId="77777777" w:rsidTr="00FD02BC">
        <w:tc>
          <w:tcPr>
            <w:tcW w:w="1311" w:type="dxa"/>
          </w:tcPr>
          <w:p w14:paraId="01AED309" w14:textId="5D78DF40" w:rsidR="008F2CEE" w:rsidRPr="001A5581" w:rsidRDefault="008F2CEE" w:rsidP="008F2CE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0</w:t>
            </w:r>
            <w:r>
              <w:rPr>
                <w:rFonts w:ascii="Poppins" w:hAnsi="Poppins" w:cs="Poppins"/>
                <w:sz w:val="20"/>
              </w:rPr>
              <w:t>2</w:t>
            </w:r>
            <w:r w:rsidRPr="00F12594">
              <w:rPr>
                <w:rFonts w:ascii="Poppins" w:hAnsi="Poppins" w:cs="Poppins"/>
                <w:sz w:val="20"/>
              </w:rPr>
              <w:t>706304</w:t>
            </w:r>
          </w:p>
        </w:tc>
        <w:tc>
          <w:tcPr>
            <w:tcW w:w="2086" w:type="dxa"/>
          </w:tcPr>
          <w:p w14:paraId="01199057" w14:textId="77777777" w:rsidR="008F2CEE" w:rsidRDefault="008F2CEE" w:rsidP="008F2CE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Risanante per impianti di riscaldamento bassa temperatura nuovi o vecchi</w:t>
            </w:r>
          </w:p>
          <w:p w14:paraId="4CC31745" w14:textId="77777777" w:rsidR="008F2CEE" w:rsidRPr="00F12594" w:rsidRDefault="008F2CEE" w:rsidP="008F2CEE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5 kg</w:t>
            </w:r>
          </w:p>
          <w:p w14:paraId="5336992B" w14:textId="77777777" w:rsidR="008F2CEE" w:rsidRPr="001A5581" w:rsidRDefault="008F2CEE" w:rsidP="008F2CEE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5CB59FF4" w14:textId="77777777" w:rsidR="008F2CEE" w:rsidRDefault="008F2CEE" w:rsidP="008F2CE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Risanante per impianti di riscaldamento idoneo a rimuovere le biomasse e gli ossidi metallici all’interno degli impianti di riscaldamento a bassa temperatura e anche dei termo arredi.</w:t>
            </w:r>
          </w:p>
          <w:p w14:paraId="3EC64CF3" w14:textId="77777777" w:rsidR="008F2CEE" w:rsidRDefault="008F2CEE" w:rsidP="008F2CE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Consigliato per pulire il vecchio impianto prima o dopo l’installazione di una nuova caldaia.</w:t>
            </w:r>
          </w:p>
          <w:p w14:paraId="5882E30A" w14:textId="77777777" w:rsidR="008F2CEE" w:rsidRDefault="008F2CEE" w:rsidP="008F2CE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Adatto a tutti i tipi di riscaldamento in quanto non è corrosivo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304CCB87" w14:textId="77777777" w:rsidR="008F2CEE" w:rsidRDefault="008F2CEE" w:rsidP="008F2CE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D28CC2B" w14:textId="77777777" w:rsidR="008F2CEE" w:rsidRPr="00F85508" w:rsidRDefault="008F2CEE" w:rsidP="008F2CE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85508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712D4417" w14:textId="77777777" w:rsidR="008F2CEE" w:rsidRPr="00F85508" w:rsidRDefault="008F2CEE" w:rsidP="008F2CEE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 xml:space="preserve">Aspetto: liquido limpido incolore – giallo </w:t>
            </w:r>
          </w:p>
          <w:p w14:paraId="709A2894" w14:textId="77777777" w:rsidR="008F2CEE" w:rsidRPr="00F85508" w:rsidRDefault="008F2CEE" w:rsidP="008F2CEE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proofErr w:type="spellStart"/>
            <w:r w:rsidRPr="00F85508">
              <w:rPr>
                <w:rFonts w:ascii="Poppins" w:hAnsi="Poppins" w:cs="Poppins"/>
              </w:rPr>
              <w:t>ph</w:t>
            </w:r>
            <w:proofErr w:type="spellEnd"/>
            <w:r w:rsidRPr="00F85508">
              <w:rPr>
                <w:rFonts w:ascii="Poppins" w:hAnsi="Poppins" w:cs="Poppins"/>
              </w:rPr>
              <w:t>: 5 ± 0.5</w:t>
            </w:r>
          </w:p>
          <w:p w14:paraId="6513AA47" w14:textId="77777777" w:rsidR="008F2CEE" w:rsidRPr="00F85508" w:rsidRDefault="008F2CEE" w:rsidP="008F2CEE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 xml:space="preserve">Densità (20°C): 1.035 kg/l </w:t>
            </w:r>
          </w:p>
          <w:p w14:paraId="3E785104" w14:textId="77777777" w:rsidR="008F2CEE" w:rsidRPr="00F85508" w:rsidRDefault="008F2CEE" w:rsidP="008F2CEE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Dosaggio: 5%</w:t>
            </w:r>
          </w:p>
          <w:p w14:paraId="28C8DD86" w14:textId="77777777" w:rsidR="008F2CEE" w:rsidRPr="00F85508" w:rsidRDefault="008F2CEE" w:rsidP="008F2CEE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kg/confezione: 5</w:t>
            </w:r>
          </w:p>
          <w:p w14:paraId="3CE713B4" w14:textId="77777777" w:rsidR="008F2CEE" w:rsidRPr="00F12594" w:rsidRDefault="008F2CEE" w:rsidP="008F2CE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964A988" w14:textId="07EBB8CF" w:rsidR="008F2CEE" w:rsidRPr="001A5581" w:rsidRDefault="008F2CEE" w:rsidP="008F2CE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Risanante per impianti di riscaldamento bassa temperatura nuovi o vecchi </w:t>
            </w:r>
            <w:r>
              <w:rPr>
                <w:rFonts w:ascii="Poppins" w:hAnsi="Poppins" w:cs="Poppins"/>
                <w:b/>
                <w:sz w:val="20"/>
              </w:rPr>
              <w:t xml:space="preserve">5 kg </w:t>
            </w:r>
            <w:r w:rsidRPr="00F12594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F2CEE" w14:paraId="5B1DEFA3" w14:textId="77777777" w:rsidTr="00FD02BC">
        <w:tc>
          <w:tcPr>
            <w:tcW w:w="1311" w:type="dxa"/>
          </w:tcPr>
          <w:p w14:paraId="5D3C9C9C" w14:textId="00327848" w:rsidR="008F2CEE" w:rsidRPr="001A5581" w:rsidRDefault="008F2CEE" w:rsidP="008F2CE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02706862</w:t>
            </w:r>
          </w:p>
        </w:tc>
        <w:tc>
          <w:tcPr>
            <w:tcW w:w="2086" w:type="dxa"/>
          </w:tcPr>
          <w:p w14:paraId="5EAAD999" w14:textId="77777777" w:rsidR="008F2CEE" w:rsidRPr="00F12594" w:rsidRDefault="008F2CEE" w:rsidP="008F2CE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Stazione carico impianti</w:t>
            </w:r>
          </w:p>
          <w:p w14:paraId="2FECFE29" w14:textId="5B6A9C92" w:rsidR="008F2CEE" w:rsidRPr="001A5581" w:rsidRDefault="008F2CEE" w:rsidP="008F2CEE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50 litri</w:t>
            </w:r>
          </w:p>
        </w:tc>
        <w:tc>
          <w:tcPr>
            <w:tcW w:w="6101" w:type="dxa"/>
          </w:tcPr>
          <w:p w14:paraId="7F25ED73" w14:textId="77777777" w:rsidR="008F2CEE" w:rsidRDefault="008F2CEE" w:rsidP="008F2CEE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Stazione carico impianti provvista di 2 tubi di collegamento lunghezza 3 m.</w:t>
            </w:r>
          </w:p>
          <w:p w14:paraId="6D134A1D" w14:textId="77777777" w:rsidR="008F2CEE" w:rsidRDefault="008F2CEE" w:rsidP="008F2CE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80F25C3" w14:textId="77777777" w:rsidR="008F2CEE" w:rsidRPr="00265BF1" w:rsidRDefault="008F2CEE" w:rsidP="008F2CE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65BF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8285A9F" w14:textId="77777777" w:rsidR="008F2CEE" w:rsidRPr="00265BF1" w:rsidRDefault="008F2CEE" w:rsidP="008F2CE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Portata: 5.2 – 60 litri/min</w:t>
            </w:r>
          </w:p>
          <w:p w14:paraId="5F2942C0" w14:textId="77777777" w:rsidR="008F2CEE" w:rsidRPr="00265BF1" w:rsidRDefault="008F2CEE" w:rsidP="008F2CE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 xml:space="preserve">Prevalenza H: 5 – 52 m.c.H2O </w:t>
            </w:r>
          </w:p>
          <w:p w14:paraId="4CF2BA68" w14:textId="77777777" w:rsidR="008F2CEE" w:rsidRPr="00265BF1" w:rsidRDefault="008F2CEE" w:rsidP="008F2CE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N° giri al minuto: 2900 rpm</w:t>
            </w:r>
          </w:p>
          <w:p w14:paraId="16E60EE3" w14:textId="77777777" w:rsidR="008F2CEE" w:rsidRPr="00265BF1" w:rsidRDefault="008F2CEE" w:rsidP="008F2CE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Volume serbatoio: 50 litri</w:t>
            </w:r>
          </w:p>
          <w:p w14:paraId="12D5CB8C" w14:textId="77777777" w:rsidR="008F2CEE" w:rsidRPr="00F12594" w:rsidRDefault="008F2CEE" w:rsidP="008F2CE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BD4506B" w14:textId="2EEE6C5D" w:rsidR="008F2CEE" w:rsidRPr="001A5581" w:rsidRDefault="008F2CEE" w:rsidP="008F2CE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Stazione carico impianti 50 litri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C64C3" w14:paraId="133A1864" w14:textId="77777777" w:rsidTr="00FD02BC">
        <w:tc>
          <w:tcPr>
            <w:tcW w:w="1311" w:type="dxa"/>
          </w:tcPr>
          <w:p w14:paraId="267F2718" w14:textId="1ECB425E" w:rsidR="003C64C3" w:rsidRPr="001A5581" w:rsidRDefault="003C64C3" w:rsidP="003C64C3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28130480</w:t>
            </w:r>
          </w:p>
        </w:tc>
        <w:tc>
          <w:tcPr>
            <w:tcW w:w="2086" w:type="dxa"/>
          </w:tcPr>
          <w:p w14:paraId="426C313B" w14:textId="76BDD501" w:rsidR="003C64C3" w:rsidRPr="001A5581" w:rsidRDefault="003C64C3" w:rsidP="003C64C3">
            <w:pPr>
              <w:jc w:val="center"/>
              <w:rPr>
                <w:rFonts w:ascii="Poppins" w:hAnsi="Poppins" w:cs="Poppins"/>
                <w:sz w:val="20"/>
              </w:rPr>
            </w:pPr>
            <w:r w:rsidRPr="00CB09EB">
              <w:rPr>
                <w:rFonts w:ascii="Poppins" w:hAnsi="Poppins" w:cs="Poppins"/>
                <w:sz w:val="20"/>
              </w:rPr>
              <w:t xml:space="preserve">Striscia isolante perimetrale 5x150mm </w:t>
            </w:r>
            <w:proofErr w:type="spellStart"/>
            <w:r w:rsidRPr="00CB09EB">
              <w:rPr>
                <w:rFonts w:ascii="Poppins" w:hAnsi="Poppins" w:cs="Poppins"/>
                <w:sz w:val="20"/>
              </w:rPr>
              <w:t>conf.</w:t>
            </w:r>
            <w:proofErr w:type="spellEnd"/>
            <w:r w:rsidRPr="00CB09EB">
              <w:rPr>
                <w:rFonts w:ascii="Poppins" w:hAnsi="Poppins" w:cs="Poppins"/>
                <w:sz w:val="20"/>
              </w:rPr>
              <w:t xml:space="preserve"> 60 m</w:t>
            </w:r>
          </w:p>
        </w:tc>
        <w:tc>
          <w:tcPr>
            <w:tcW w:w="6101" w:type="dxa"/>
          </w:tcPr>
          <w:p w14:paraId="2E703C49" w14:textId="77777777" w:rsidR="003C64C3" w:rsidRDefault="003C64C3" w:rsidP="003C64C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 in polietilene espanso a cellule chiuse. Dotata di banda adesiva per il fissaggio a parete.</w:t>
            </w:r>
          </w:p>
          <w:p w14:paraId="22C57C96" w14:textId="77777777" w:rsidR="003C64C3" w:rsidRPr="00F12594" w:rsidRDefault="003C64C3" w:rsidP="003C64C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D494596" w14:textId="77777777" w:rsidR="003C64C3" w:rsidRPr="00F12594" w:rsidRDefault="003C64C3" w:rsidP="003C64C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Dimensioni: spessore 5 mm x altezza 150 mm</w:t>
            </w:r>
          </w:p>
          <w:p w14:paraId="4EFF3CB8" w14:textId="77777777" w:rsidR="003C64C3" w:rsidRPr="00F12594" w:rsidRDefault="003C64C3" w:rsidP="003C64C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30C945A6" w14:textId="77777777" w:rsidR="003C64C3" w:rsidRPr="00F12594" w:rsidRDefault="003C64C3" w:rsidP="003C64C3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A5E6AF4" w14:textId="3481ACE0" w:rsidR="003C64C3" w:rsidRPr="001A5581" w:rsidRDefault="003C64C3" w:rsidP="003C64C3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CB09EB">
              <w:rPr>
                <w:rFonts w:ascii="Poppins" w:hAnsi="Poppins" w:cs="Poppins"/>
                <w:b/>
                <w:sz w:val="20"/>
              </w:rPr>
              <w:t xml:space="preserve">Striscia isolante perimetrale 5x150mm </w:t>
            </w:r>
            <w:proofErr w:type="spellStart"/>
            <w:r w:rsidRPr="00CB09EB">
              <w:rPr>
                <w:rFonts w:ascii="Poppins" w:hAnsi="Poppins" w:cs="Poppins"/>
                <w:b/>
                <w:sz w:val="20"/>
              </w:rPr>
              <w:t>conf.</w:t>
            </w:r>
            <w:proofErr w:type="spellEnd"/>
            <w:r w:rsidRPr="00CB09EB">
              <w:rPr>
                <w:rFonts w:ascii="Poppins" w:hAnsi="Poppins" w:cs="Poppins"/>
                <w:b/>
                <w:sz w:val="20"/>
              </w:rPr>
              <w:t xml:space="preserve"> 60 m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C64C3" w14:paraId="5CF30E9B" w14:textId="77777777" w:rsidTr="00FD02BC">
        <w:tc>
          <w:tcPr>
            <w:tcW w:w="1311" w:type="dxa"/>
          </w:tcPr>
          <w:p w14:paraId="36C670A5" w14:textId="25334219" w:rsidR="003C64C3" w:rsidRPr="001A5581" w:rsidRDefault="003C64C3" w:rsidP="003C64C3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28130482</w:t>
            </w:r>
          </w:p>
        </w:tc>
        <w:tc>
          <w:tcPr>
            <w:tcW w:w="2086" w:type="dxa"/>
          </w:tcPr>
          <w:p w14:paraId="251D2AA0" w14:textId="3A7B897B" w:rsidR="003C64C3" w:rsidRPr="001A5581" w:rsidRDefault="003C64C3" w:rsidP="003C64C3">
            <w:pPr>
              <w:jc w:val="center"/>
              <w:rPr>
                <w:rFonts w:ascii="Poppins" w:hAnsi="Poppins" w:cs="Poppins"/>
                <w:sz w:val="20"/>
              </w:rPr>
            </w:pPr>
            <w:r w:rsidRPr="00CB09EB">
              <w:rPr>
                <w:rFonts w:ascii="Poppins" w:hAnsi="Poppins" w:cs="Poppins"/>
                <w:sz w:val="20"/>
              </w:rPr>
              <w:t xml:space="preserve">Striscia isolante perimetrale </w:t>
            </w:r>
            <w:r>
              <w:rPr>
                <w:rFonts w:ascii="Poppins" w:hAnsi="Poppins" w:cs="Poppins"/>
                <w:sz w:val="20"/>
              </w:rPr>
              <w:t>7</w:t>
            </w:r>
            <w:r w:rsidRPr="00CB09EB">
              <w:rPr>
                <w:rFonts w:ascii="Poppins" w:hAnsi="Poppins" w:cs="Poppins"/>
                <w:sz w:val="20"/>
              </w:rPr>
              <w:t xml:space="preserve">x150mm </w:t>
            </w:r>
            <w:proofErr w:type="spellStart"/>
            <w:r w:rsidRPr="00CB09EB">
              <w:rPr>
                <w:rFonts w:ascii="Poppins" w:hAnsi="Poppins" w:cs="Poppins"/>
                <w:sz w:val="20"/>
              </w:rPr>
              <w:t>conf.</w:t>
            </w:r>
            <w:proofErr w:type="spellEnd"/>
            <w:r w:rsidRPr="00CB09EB">
              <w:rPr>
                <w:rFonts w:ascii="Poppins" w:hAnsi="Poppins" w:cs="Poppins"/>
                <w:sz w:val="20"/>
              </w:rPr>
              <w:t xml:space="preserve"> 60 m</w:t>
            </w:r>
          </w:p>
        </w:tc>
        <w:tc>
          <w:tcPr>
            <w:tcW w:w="6101" w:type="dxa"/>
          </w:tcPr>
          <w:p w14:paraId="6FBF05F2" w14:textId="77777777" w:rsidR="003C64C3" w:rsidRDefault="003C64C3" w:rsidP="003C64C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 in polietilene espanso a cellule chiuse. Dotata di banda adesiva per il fissaggio a parete.</w:t>
            </w:r>
          </w:p>
          <w:p w14:paraId="0E5400AA" w14:textId="77777777" w:rsidR="003C64C3" w:rsidRPr="00F12594" w:rsidRDefault="003C64C3" w:rsidP="003C64C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7AA3507" w14:textId="77777777" w:rsidR="003C64C3" w:rsidRPr="00F12594" w:rsidRDefault="003C64C3" w:rsidP="003C64C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Dimensioni: spessore 7 mm x altezza 150 mm</w:t>
            </w:r>
          </w:p>
          <w:p w14:paraId="67C11B04" w14:textId="77777777" w:rsidR="003C64C3" w:rsidRPr="00F12594" w:rsidRDefault="003C64C3" w:rsidP="003C64C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7636619C" w14:textId="77777777" w:rsidR="003C64C3" w:rsidRPr="00F12594" w:rsidRDefault="003C64C3" w:rsidP="003C64C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28755CA" w14:textId="1F4B92DD" w:rsidR="003C64C3" w:rsidRPr="001A5581" w:rsidRDefault="003C64C3" w:rsidP="003C64C3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CB09EB">
              <w:rPr>
                <w:rFonts w:ascii="Poppins" w:hAnsi="Poppins" w:cs="Poppins"/>
                <w:b/>
                <w:sz w:val="20"/>
              </w:rPr>
              <w:t xml:space="preserve">Striscia isolante perimetrale 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CB09EB">
              <w:rPr>
                <w:rFonts w:ascii="Poppins" w:hAnsi="Poppins" w:cs="Poppins"/>
                <w:b/>
                <w:sz w:val="20"/>
              </w:rPr>
              <w:t xml:space="preserve">x150mm </w:t>
            </w:r>
            <w:proofErr w:type="spellStart"/>
            <w:r w:rsidRPr="00CB09EB">
              <w:rPr>
                <w:rFonts w:ascii="Poppins" w:hAnsi="Poppins" w:cs="Poppins"/>
                <w:b/>
                <w:sz w:val="20"/>
              </w:rPr>
              <w:t>conf.</w:t>
            </w:r>
            <w:proofErr w:type="spellEnd"/>
            <w:r w:rsidRPr="00CB09EB">
              <w:rPr>
                <w:rFonts w:ascii="Poppins" w:hAnsi="Poppins" w:cs="Poppins"/>
                <w:b/>
                <w:sz w:val="20"/>
              </w:rPr>
              <w:t xml:space="preserve"> 60 m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F7A31" w14:paraId="37EEEB65" w14:textId="77777777" w:rsidTr="00FD02BC">
        <w:tc>
          <w:tcPr>
            <w:tcW w:w="1311" w:type="dxa"/>
          </w:tcPr>
          <w:p w14:paraId="7384438C" w14:textId="6C025EA3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28130032</w:t>
            </w:r>
          </w:p>
        </w:tc>
        <w:tc>
          <w:tcPr>
            <w:tcW w:w="2086" w:type="dxa"/>
          </w:tcPr>
          <w:p w14:paraId="31F592D2" w14:textId="77777777" w:rsidR="00FF7A31" w:rsidRPr="00F12594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Profilo per giunto di dilatazione in plastica</w:t>
            </w:r>
          </w:p>
          <w:p w14:paraId="350E42A7" w14:textId="77777777" w:rsidR="00FF7A31" w:rsidRPr="00F12594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2000x35x32</w:t>
            </w:r>
          </w:p>
          <w:p w14:paraId="3C12D2F4" w14:textId="77777777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04399CF6" w14:textId="77777777" w:rsidR="00FF7A3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Profilo per giunto di dilatazione in plastica con base adesiva e sede per striscia isolante, spessore 7-8 mm.</w:t>
            </w:r>
          </w:p>
          <w:p w14:paraId="31474B61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723A30E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2000x35x20 mm</w:t>
            </w:r>
          </w:p>
          <w:p w14:paraId="4D330941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50</w:t>
            </w:r>
          </w:p>
          <w:p w14:paraId="39F6F328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70863F2" w14:textId="51DB18A0" w:rsidR="00FF7A31" w:rsidRPr="001A5581" w:rsidRDefault="00FF7A31" w:rsidP="00FF7A31">
            <w:pPr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Profilo per giunto di dilatazione in plastica misura 2000x35x20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F7A31" w14:paraId="0146159C" w14:textId="77777777" w:rsidTr="00FD02BC">
        <w:tc>
          <w:tcPr>
            <w:tcW w:w="1311" w:type="dxa"/>
          </w:tcPr>
          <w:p w14:paraId="63C9492C" w14:textId="5F29174D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28130486</w:t>
            </w:r>
          </w:p>
        </w:tc>
        <w:tc>
          <w:tcPr>
            <w:tcW w:w="2086" w:type="dxa"/>
          </w:tcPr>
          <w:p w14:paraId="466FDE35" w14:textId="77777777" w:rsidR="00FF7A31" w:rsidRPr="00F12594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Striscia isolante per giunti di dilatazione </w:t>
            </w:r>
          </w:p>
          <w:p w14:paraId="4CAC6D0C" w14:textId="77777777" w:rsidR="00FF7A31" w:rsidRPr="00F12594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7x150 mm</w:t>
            </w:r>
          </w:p>
          <w:p w14:paraId="41AD8394" w14:textId="77777777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6EC5BA9F" w14:textId="77777777" w:rsidR="00FF7A3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in polietilene espanso a cellule chiuse.</w:t>
            </w:r>
          </w:p>
          <w:p w14:paraId="3295461F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3AFDD85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7x150 mm</w:t>
            </w:r>
          </w:p>
          <w:p w14:paraId="2CD1EB05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0C31DF09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E48287E" w14:textId="704602EE" w:rsidR="00FF7A31" w:rsidRPr="001A5581" w:rsidRDefault="00FF7A31" w:rsidP="00FF7A31">
            <w:pPr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Modello Striscia isolante per giunti di dilatazione misura 7x150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370F8" w14:paraId="0F42E792" w14:textId="77777777" w:rsidTr="00FD02BC">
        <w:tc>
          <w:tcPr>
            <w:tcW w:w="1311" w:type="dxa"/>
          </w:tcPr>
          <w:p w14:paraId="69099C45" w14:textId="5A8A5D62" w:rsidR="00F370F8" w:rsidRPr="001A5581" w:rsidRDefault="00F370F8" w:rsidP="00F370F8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28134464</w:t>
            </w:r>
          </w:p>
        </w:tc>
        <w:tc>
          <w:tcPr>
            <w:tcW w:w="2086" w:type="dxa"/>
          </w:tcPr>
          <w:p w14:paraId="30BCEA3E" w14:textId="2AD1C9F3" w:rsidR="00F370F8" w:rsidRPr="001A5581" w:rsidRDefault="00F370F8" w:rsidP="00F370F8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Curva di supporto per tubi di diametro da 1</w:t>
            </w:r>
            <w:r>
              <w:rPr>
                <w:rFonts w:ascii="Poppins" w:hAnsi="Poppins" w:cs="Poppins"/>
                <w:sz w:val="20"/>
              </w:rPr>
              <w:t>4</w:t>
            </w:r>
            <w:r w:rsidRPr="00F12594">
              <w:rPr>
                <w:rFonts w:ascii="Poppins" w:hAnsi="Poppins" w:cs="Poppins"/>
                <w:sz w:val="20"/>
              </w:rPr>
              <w:t xml:space="preserve"> a 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F12594">
              <w:rPr>
                <w:rFonts w:ascii="Poppins" w:hAnsi="Poppins" w:cs="Poppins"/>
                <w:sz w:val="20"/>
              </w:rPr>
              <w:t xml:space="preserve"> mm</w:t>
            </w:r>
          </w:p>
        </w:tc>
        <w:tc>
          <w:tcPr>
            <w:tcW w:w="6101" w:type="dxa"/>
          </w:tcPr>
          <w:p w14:paraId="3F650106" w14:textId="77777777" w:rsidR="00F370F8" w:rsidRPr="00F12594" w:rsidRDefault="00F370F8" w:rsidP="00F370F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Curva di supporto in materiale </w:t>
            </w:r>
            <w:r>
              <w:rPr>
                <w:rFonts w:ascii="Poppins" w:hAnsi="Poppins" w:cs="Poppins"/>
                <w:sz w:val="20"/>
              </w:rPr>
              <w:t>PA66</w:t>
            </w:r>
            <w:r w:rsidRPr="00F12594">
              <w:rPr>
                <w:rFonts w:ascii="Poppins" w:hAnsi="Poppins" w:cs="Poppins"/>
                <w:sz w:val="20"/>
              </w:rPr>
              <w:t>, rinforzato con fibre di vetro.</w:t>
            </w:r>
          </w:p>
          <w:p w14:paraId="20E5202B" w14:textId="77777777" w:rsidR="00F370F8" w:rsidRPr="00F12594" w:rsidRDefault="00F370F8" w:rsidP="00F370F8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Sostiene i tubi di diametro da 14 a 17 mm alla base dei collettori.</w:t>
            </w:r>
          </w:p>
          <w:p w14:paraId="110FD50F" w14:textId="77777777" w:rsidR="00F370F8" w:rsidRPr="00F12594" w:rsidRDefault="00F370F8" w:rsidP="00F370F8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A732AEF" w14:textId="276D6636" w:rsidR="00F370F8" w:rsidRPr="001A5581" w:rsidRDefault="00F370F8" w:rsidP="00F370F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Curva di supporto per tubi di diametro da 1</w:t>
            </w:r>
            <w:r>
              <w:rPr>
                <w:rFonts w:ascii="Poppins" w:hAnsi="Poppins" w:cs="Poppins"/>
                <w:b/>
                <w:sz w:val="20"/>
              </w:rPr>
              <w:t>4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a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83B55" w14:paraId="77B4BF23" w14:textId="77777777" w:rsidTr="00FD02BC">
        <w:tc>
          <w:tcPr>
            <w:tcW w:w="1311" w:type="dxa"/>
          </w:tcPr>
          <w:p w14:paraId="7E716C9C" w14:textId="13751DA6" w:rsidR="00183B55" w:rsidRPr="00F12594" w:rsidRDefault="00183B55" w:rsidP="00183B5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28130074</w:t>
            </w:r>
          </w:p>
        </w:tc>
        <w:tc>
          <w:tcPr>
            <w:tcW w:w="2086" w:type="dxa"/>
          </w:tcPr>
          <w:p w14:paraId="0EFF3296" w14:textId="77777777" w:rsidR="00183B55" w:rsidRPr="00F12594" w:rsidRDefault="00183B55" w:rsidP="00183B5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metallica anti-ritiro</w:t>
            </w:r>
          </w:p>
          <w:p w14:paraId="6F4470B1" w14:textId="77777777" w:rsidR="00183B55" w:rsidRPr="00F12594" w:rsidRDefault="00183B55" w:rsidP="00183B5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(in fogli)</w:t>
            </w:r>
          </w:p>
          <w:p w14:paraId="2FA42C17" w14:textId="77777777" w:rsidR="00183B55" w:rsidRPr="00F12594" w:rsidRDefault="00183B55" w:rsidP="00183B5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1x2 m</w:t>
            </w:r>
          </w:p>
          <w:p w14:paraId="483C3683" w14:textId="77777777" w:rsidR="00183B55" w:rsidRDefault="00183B55" w:rsidP="00183B5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1.8 mm</w:t>
            </w:r>
          </w:p>
          <w:p w14:paraId="4904165B" w14:textId="77777777" w:rsidR="00183B55" w:rsidRPr="00F12594" w:rsidRDefault="00183B55" w:rsidP="00183B55">
            <w:pPr>
              <w:jc w:val="center"/>
              <w:rPr>
                <w:rFonts w:ascii="Poppins" w:hAnsi="Poppins" w:cs="Poppins"/>
                <w:sz w:val="20"/>
              </w:rPr>
            </w:pPr>
            <w:proofErr w:type="spellStart"/>
            <w:r w:rsidRPr="00B678DA">
              <w:rPr>
                <w:rFonts w:ascii="Poppins" w:hAnsi="Poppins" w:cs="Poppins"/>
                <w:sz w:val="20"/>
              </w:rPr>
              <w:t>conf.</w:t>
            </w:r>
            <w:proofErr w:type="spellEnd"/>
            <w:r w:rsidRPr="00B678DA">
              <w:rPr>
                <w:rFonts w:ascii="Poppins" w:hAnsi="Poppins" w:cs="Poppins"/>
                <w:sz w:val="20"/>
              </w:rPr>
              <w:t xml:space="preserve"> 40 m2</w:t>
            </w:r>
          </w:p>
          <w:p w14:paraId="60609F58" w14:textId="77777777" w:rsidR="00183B55" w:rsidRPr="00F12594" w:rsidRDefault="00183B55" w:rsidP="00183B55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269DC4BA" w14:textId="77777777" w:rsidR="00183B55" w:rsidRDefault="00183B55" w:rsidP="00183B5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elettrosaldata in acciaio zincato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0D90D270" w14:textId="77777777" w:rsidR="00183B55" w:rsidRPr="00F12594" w:rsidRDefault="00183B55" w:rsidP="00183B5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7E5D561" w14:textId="77777777" w:rsidR="00183B55" w:rsidRPr="00F12594" w:rsidRDefault="00183B55" w:rsidP="00183B5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1.8 mm a maglie 50x50 mm</w:t>
            </w:r>
          </w:p>
          <w:p w14:paraId="173790AE" w14:textId="77777777" w:rsidR="00183B55" w:rsidRPr="00F12594" w:rsidRDefault="00183B55" w:rsidP="00183B5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Confezione da 20 fogli</w:t>
            </w:r>
          </w:p>
          <w:p w14:paraId="49B61DA8" w14:textId="77777777" w:rsidR="00183B55" w:rsidRPr="00F12594" w:rsidRDefault="00183B55" w:rsidP="00183B5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40</w:t>
            </w:r>
          </w:p>
          <w:p w14:paraId="6A9C8394" w14:textId="77777777" w:rsidR="00183B55" w:rsidRPr="00F12594" w:rsidRDefault="00183B55" w:rsidP="00183B5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5CDEAC7" w14:textId="1170C4E5" w:rsidR="00183B55" w:rsidRPr="00F12594" w:rsidRDefault="00183B55" w:rsidP="00183B5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Rete metallica anti ritiro Ø filo 1.8 mm </w:t>
            </w:r>
            <w:proofErr w:type="spellStart"/>
            <w:r w:rsidRPr="00B678DA">
              <w:rPr>
                <w:rFonts w:ascii="Poppins" w:hAnsi="Poppins" w:cs="Poppins"/>
                <w:b/>
                <w:sz w:val="20"/>
              </w:rPr>
              <w:t>conf.</w:t>
            </w:r>
            <w:proofErr w:type="spellEnd"/>
            <w:r w:rsidRPr="00B678DA">
              <w:rPr>
                <w:rFonts w:ascii="Poppins" w:hAnsi="Poppins" w:cs="Poppins"/>
                <w:b/>
                <w:sz w:val="20"/>
              </w:rPr>
              <w:t xml:space="preserve"> 40 m2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83B55" w14:paraId="1E567ED6" w14:textId="77777777" w:rsidTr="00FD02BC">
        <w:tc>
          <w:tcPr>
            <w:tcW w:w="1311" w:type="dxa"/>
          </w:tcPr>
          <w:p w14:paraId="380D7320" w14:textId="278BE1B4" w:rsidR="00183B55" w:rsidRPr="00F12594" w:rsidRDefault="00183B55" w:rsidP="00183B5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28141000</w:t>
            </w:r>
          </w:p>
        </w:tc>
        <w:tc>
          <w:tcPr>
            <w:tcW w:w="2086" w:type="dxa"/>
          </w:tcPr>
          <w:p w14:paraId="3C5E843E" w14:textId="77777777" w:rsidR="00183B55" w:rsidRPr="00F12594" w:rsidRDefault="00183B55" w:rsidP="00183B5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metallica anti-ritiro</w:t>
            </w:r>
          </w:p>
          <w:p w14:paraId="11040DCD" w14:textId="77777777" w:rsidR="00183B55" w:rsidRPr="00F12594" w:rsidRDefault="00183B55" w:rsidP="00183B5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(in fogli)</w:t>
            </w:r>
          </w:p>
          <w:p w14:paraId="63922BB1" w14:textId="77777777" w:rsidR="00183B55" w:rsidRPr="00F12594" w:rsidRDefault="00183B55" w:rsidP="00183B5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1x2 m</w:t>
            </w:r>
          </w:p>
          <w:p w14:paraId="79A3044F" w14:textId="77777777" w:rsidR="00183B55" w:rsidRDefault="00183B55" w:rsidP="00183B5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3 mm</w:t>
            </w:r>
          </w:p>
          <w:p w14:paraId="7DE930D3" w14:textId="77777777" w:rsidR="00183B55" w:rsidRPr="00F12594" w:rsidRDefault="00183B55" w:rsidP="00183B55">
            <w:pPr>
              <w:jc w:val="center"/>
              <w:rPr>
                <w:rFonts w:ascii="Poppins" w:hAnsi="Poppins" w:cs="Poppins"/>
                <w:sz w:val="20"/>
              </w:rPr>
            </w:pPr>
            <w:proofErr w:type="spellStart"/>
            <w:r w:rsidRPr="00B678DA">
              <w:rPr>
                <w:rFonts w:ascii="Poppins" w:hAnsi="Poppins" w:cs="Poppins"/>
                <w:sz w:val="20"/>
              </w:rPr>
              <w:t>conf.</w:t>
            </w:r>
            <w:proofErr w:type="spellEnd"/>
            <w:r w:rsidRPr="00B678DA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3</w:t>
            </w:r>
            <w:r w:rsidRPr="00B678DA">
              <w:rPr>
                <w:rFonts w:ascii="Poppins" w:hAnsi="Poppins" w:cs="Poppins"/>
                <w:sz w:val="20"/>
              </w:rPr>
              <w:t>0 m2</w:t>
            </w:r>
          </w:p>
          <w:p w14:paraId="7602FEAB" w14:textId="77777777" w:rsidR="00183B55" w:rsidRPr="00F12594" w:rsidRDefault="00183B55" w:rsidP="00183B55">
            <w:pPr>
              <w:jc w:val="center"/>
              <w:rPr>
                <w:rFonts w:ascii="Poppins" w:hAnsi="Poppins" w:cs="Poppins"/>
                <w:sz w:val="20"/>
              </w:rPr>
            </w:pPr>
          </w:p>
          <w:p w14:paraId="77066E42" w14:textId="77777777" w:rsidR="00183B55" w:rsidRPr="00F12594" w:rsidRDefault="00183B55" w:rsidP="00183B55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11316D63" w14:textId="77777777" w:rsidR="00183B55" w:rsidRDefault="00183B55" w:rsidP="00183B5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elettrosaldata in acciaio zincato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303E3BEB" w14:textId="77777777" w:rsidR="00183B55" w:rsidRPr="00F12594" w:rsidRDefault="00183B55" w:rsidP="00183B5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E8D6EC0" w14:textId="77777777" w:rsidR="00183B55" w:rsidRPr="00F12594" w:rsidRDefault="00183B55" w:rsidP="00183B5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3 mm a maglie 1000x100 mm</w:t>
            </w:r>
          </w:p>
          <w:p w14:paraId="72DEA76B" w14:textId="77777777" w:rsidR="00183B55" w:rsidRPr="00F12594" w:rsidRDefault="00183B55" w:rsidP="00183B5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Confezione da 15 fogli</w:t>
            </w:r>
          </w:p>
          <w:p w14:paraId="62C9B4BF" w14:textId="77777777" w:rsidR="00183B55" w:rsidRPr="00F12594" w:rsidRDefault="00183B55" w:rsidP="00183B5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30</w:t>
            </w:r>
          </w:p>
          <w:p w14:paraId="6F27ED68" w14:textId="77777777" w:rsidR="00183B55" w:rsidRPr="00F12594" w:rsidRDefault="00183B55" w:rsidP="00183B5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CC0DFCC" w14:textId="69CBAFCE" w:rsidR="00183B55" w:rsidRPr="00F12594" w:rsidRDefault="00183B55" w:rsidP="00183B5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Rete metallica anti ritiro Ø filo 3 mm </w:t>
            </w:r>
            <w:proofErr w:type="spellStart"/>
            <w:r w:rsidRPr="00B678DA">
              <w:rPr>
                <w:rFonts w:ascii="Poppins" w:hAnsi="Poppins" w:cs="Poppins"/>
                <w:b/>
                <w:sz w:val="20"/>
              </w:rPr>
              <w:t>conf.</w:t>
            </w:r>
            <w:proofErr w:type="spellEnd"/>
            <w:r w:rsidRPr="00B678DA">
              <w:rPr>
                <w:rFonts w:ascii="Poppins" w:hAnsi="Poppins" w:cs="Poppins"/>
                <w:b/>
                <w:sz w:val="20"/>
              </w:rPr>
              <w:t xml:space="preserve"> </w:t>
            </w:r>
            <w:r>
              <w:rPr>
                <w:rFonts w:ascii="Poppins" w:hAnsi="Poppins" w:cs="Poppins"/>
                <w:b/>
                <w:sz w:val="20"/>
              </w:rPr>
              <w:t>3</w:t>
            </w:r>
            <w:r w:rsidRPr="00B678DA">
              <w:rPr>
                <w:rFonts w:ascii="Poppins" w:hAnsi="Poppins" w:cs="Poppins"/>
                <w:b/>
                <w:sz w:val="20"/>
              </w:rPr>
              <w:t>0 m2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83B55" w14:paraId="123A7364" w14:textId="77777777" w:rsidTr="00FD02BC">
        <w:tc>
          <w:tcPr>
            <w:tcW w:w="1311" w:type="dxa"/>
          </w:tcPr>
          <w:p w14:paraId="6FF81CCB" w14:textId="7E014945" w:rsidR="00183B55" w:rsidRPr="001A5581" w:rsidRDefault="00183B55" w:rsidP="00183B5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28130048</w:t>
            </w:r>
          </w:p>
        </w:tc>
        <w:tc>
          <w:tcPr>
            <w:tcW w:w="2086" w:type="dxa"/>
          </w:tcPr>
          <w:p w14:paraId="1C757C61" w14:textId="40076FF9" w:rsidR="00183B55" w:rsidRPr="001A5581" w:rsidRDefault="00183B55" w:rsidP="00183B5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Feltro tessuto-non tessuto</w:t>
            </w:r>
            <w:r w:rsidRPr="00BB60D8">
              <w:rPr>
                <w:rFonts w:ascii="Poppins" w:hAnsi="Poppins" w:cs="Poppins"/>
                <w:sz w:val="20"/>
              </w:rPr>
              <w:t xml:space="preserve"> 2x25 m </w:t>
            </w:r>
            <w:proofErr w:type="spellStart"/>
            <w:r w:rsidRPr="00BB60D8">
              <w:rPr>
                <w:rFonts w:ascii="Poppins" w:hAnsi="Poppins" w:cs="Poppins"/>
                <w:sz w:val="20"/>
              </w:rPr>
              <w:t>conf.</w:t>
            </w:r>
            <w:proofErr w:type="spellEnd"/>
            <w:r w:rsidRPr="00BB60D8">
              <w:rPr>
                <w:rFonts w:ascii="Poppins" w:hAnsi="Poppins" w:cs="Poppins"/>
                <w:sz w:val="20"/>
              </w:rPr>
              <w:t xml:space="preserve"> 50 m2</w:t>
            </w:r>
          </w:p>
        </w:tc>
        <w:tc>
          <w:tcPr>
            <w:tcW w:w="6101" w:type="dxa"/>
          </w:tcPr>
          <w:p w14:paraId="00C71043" w14:textId="77777777" w:rsidR="00183B55" w:rsidRDefault="00183B55" w:rsidP="00183B5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Feltro tessuto-non tessuto in fiocco di polipropilene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6FC78AD1" w14:textId="77777777" w:rsidR="00183B55" w:rsidRPr="00F12594" w:rsidRDefault="00183B55" w:rsidP="00183B5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52561C5" w14:textId="77777777" w:rsidR="00183B55" w:rsidRPr="00F12594" w:rsidRDefault="00183B55" w:rsidP="00183B5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Spessore: 4 mm</w:t>
            </w:r>
          </w:p>
          <w:p w14:paraId="1624B2E3" w14:textId="77777777" w:rsidR="00183B55" w:rsidRPr="00F12594" w:rsidRDefault="00183B55" w:rsidP="00183B5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Grammatura: 500 g/m2</w:t>
            </w:r>
          </w:p>
          <w:p w14:paraId="18EF6CA8" w14:textId="77777777" w:rsidR="00183B55" w:rsidRPr="00F12594" w:rsidRDefault="00183B55" w:rsidP="00183B5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2x25 m</w:t>
            </w:r>
          </w:p>
          <w:p w14:paraId="342839BB" w14:textId="77777777" w:rsidR="00183B55" w:rsidRPr="00F12594" w:rsidRDefault="00183B55" w:rsidP="00183B5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m2/confezione: 50 </w:t>
            </w:r>
          </w:p>
          <w:p w14:paraId="063B8677" w14:textId="77777777" w:rsidR="00183B55" w:rsidRPr="00F12594" w:rsidRDefault="00183B55" w:rsidP="00183B5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285CDF0" w14:textId="34A23A4E" w:rsidR="00183B55" w:rsidRPr="001A5581" w:rsidRDefault="00183B55" w:rsidP="00183B55">
            <w:pPr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Feltro tessuto – non tessuto </w:t>
            </w:r>
            <w:r w:rsidRPr="00BB60D8">
              <w:rPr>
                <w:rFonts w:ascii="Poppins" w:hAnsi="Poppins" w:cs="Poppins"/>
                <w:b/>
                <w:sz w:val="20"/>
              </w:rPr>
              <w:t xml:space="preserve">2x25 m </w:t>
            </w:r>
            <w:proofErr w:type="spellStart"/>
            <w:r w:rsidRPr="00BB60D8">
              <w:rPr>
                <w:rFonts w:ascii="Poppins" w:hAnsi="Poppins" w:cs="Poppins"/>
                <w:b/>
                <w:sz w:val="20"/>
              </w:rPr>
              <w:t>conf.</w:t>
            </w:r>
            <w:proofErr w:type="spellEnd"/>
            <w:r w:rsidRPr="00BB60D8">
              <w:rPr>
                <w:rFonts w:ascii="Poppins" w:hAnsi="Poppins" w:cs="Poppins"/>
                <w:b/>
                <w:sz w:val="20"/>
              </w:rPr>
              <w:t xml:space="preserve"> 50 m2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83B55" w14:paraId="74E42701" w14:textId="77777777" w:rsidTr="00FD02BC">
        <w:tc>
          <w:tcPr>
            <w:tcW w:w="1311" w:type="dxa"/>
          </w:tcPr>
          <w:p w14:paraId="75E994F5" w14:textId="72D3FCBC" w:rsidR="00183B55" w:rsidRPr="001A5581" w:rsidRDefault="00183B55" w:rsidP="00183B5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</w:t>
            </w:r>
            <w:r>
              <w:rPr>
                <w:rFonts w:ascii="Poppins" w:hAnsi="Poppins" w:cs="Poppins"/>
                <w:sz w:val="20"/>
              </w:rPr>
              <w:t>8130418</w:t>
            </w:r>
          </w:p>
        </w:tc>
        <w:tc>
          <w:tcPr>
            <w:tcW w:w="2086" w:type="dxa"/>
          </w:tcPr>
          <w:p w14:paraId="1D04652E" w14:textId="440E2D2E" w:rsidR="00183B55" w:rsidRPr="001A5581" w:rsidRDefault="00183B55" w:rsidP="00183B55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Fibre polimeriche per massetti</w:t>
            </w:r>
            <w:r>
              <w:rPr>
                <w:rFonts w:ascii="Poppins" w:hAnsi="Poppins" w:cs="Poppins"/>
                <w:sz w:val="20"/>
              </w:rPr>
              <w:t xml:space="preserve"> 1 kg</w:t>
            </w:r>
          </w:p>
        </w:tc>
        <w:tc>
          <w:tcPr>
            <w:tcW w:w="6101" w:type="dxa"/>
          </w:tcPr>
          <w:p w14:paraId="580A7756" w14:textId="77777777" w:rsidR="00183B55" w:rsidRDefault="00183B55" w:rsidP="00183B55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Fibre polimeriche strutturali con lunghezza 30 mm studiate per migliorare le caratteristiche di resistenza a trazione dei calcestruzzi in fase post-fessurativa.</w:t>
            </w:r>
          </w:p>
          <w:p w14:paraId="2490F1A4" w14:textId="77777777" w:rsidR="00183B55" w:rsidRPr="00F12594" w:rsidRDefault="00183B55" w:rsidP="00183B55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Consentono di rinforzare il calcestruzzo tipo “terra umida”, aumentandone la duttilità e tenacità.</w:t>
            </w:r>
          </w:p>
          <w:p w14:paraId="6792DA6C" w14:textId="77777777" w:rsidR="00183B55" w:rsidRDefault="00183B55" w:rsidP="00183B5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Idone</w:t>
            </w:r>
            <w:r>
              <w:rPr>
                <w:rFonts w:ascii="Poppins" w:hAnsi="Poppins" w:cs="Poppins"/>
                <w:sz w:val="20"/>
              </w:rPr>
              <w:t>e</w:t>
            </w:r>
            <w:r w:rsidRPr="00F12594">
              <w:rPr>
                <w:rFonts w:ascii="Poppins" w:hAnsi="Poppins" w:cs="Poppins"/>
                <w:sz w:val="20"/>
              </w:rPr>
              <w:t xml:space="preserve"> per </w:t>
            </w:r>
            <w:r>
              <w:rPr>
                <w:rFonts w:ascii="Poppins" w:hAnsi="Poppins" w:cs="Poppins"/>
                <w:sz w:val="20"/>
              </w:rPr>
              <w:t xml:space="preserve">la realizzazione di </w:t>
            </w:r>
            <w:r w:rsidRPr="00F12594">
              <w:rPr>
                <w:rFonts w:ascii="Poppins" w:hAnsi="Poppins" w:cs="Poppins"/>
                <w:sz w:val="20"/>
              </w:rPr>
              <w:t>massetti riscaldati.</w:t>
            </w:r>
          </w:p>
          <w:p w14:paraId="07D243C5" w14:textId="77777777" w:rsidR="00183B55" w:rsidRPr="00F12594" w:rsidRDefault="00183B55" w:rsidP="00183B5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87E8A93" w14:textId="77777777" w:rsidR="00183B55" w:rsidRPr="00F12594" w:rsidRDefault="00183B55" w:rsidP="00183B5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Dosaggio consigliato: 1</w:t>
            </w:r>
            <w:r>
              <w:rPr>
                <w:rFonts w:ascii="Poppins" w:hAnsi="Poppins" w:cs="Poppins"/>
                <w:sz w:val="20"/>
              </w:rPr>
              <w:t>-3</w:t>
            </w:r>
            <w:r w:rsidRPr="00F12594">
              <w:rPr>
                <w:rFonts w:ascii="Poppins" w:hAnsi="Poppins" w:cs="Poppins"/>
                <w:sz w:val="20"/>
              </w:rPr>
              <w:t xml:space="preserve"> kg/m3</w:t>
            </w:r>
          </w:p>
          <w:p w14:paraId="1996F11D" w14:textId="77777777" w:rsidR="00183B55" w:rsidRPr="00F12594" w:rsidRDefault="00183B55" w:rsidP="00183B5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Conforme EN 14889-2</w:t>
            </w:r>
          </w:p>
          <w:p w14:paraId="4EAC927E" w14:textId="77777777" w:rsidR="00183B55" w:rsidRPr="00F12594" w:rsidRDefault="00183B55" w:rsidP="00183B5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Sacchetto da 1 kg</w:t>
            </w:r>
          </w:p>
          <w:p w14:paraId="4D7CC503" w14:textId="77777777" w:rsidR="00183B55" w:rsidRPr="00F12594" w:rsidRDefault="00183B55" w:rsidP="00183B5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BEAAC62" w14:textId="469EEABE" w:rsidR="00183B55" w:rsidRPr="001A5581" w:rsidRDefault="00183B55" w:rsidP="00183B55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Fibre polimetriche per massetti </w:t>
            </w:r>
            <w:r>
              <w:rPr>
                <w:rFonts w:ascii="Poppins" w:hAnsi="Poppins" w:cs="Poppins"/>
                <w:b/>
                <w:sz w:val="20"/>
              </w:rPr>
              <w:t xml:space="preserve">1 kg </w:t>
            </w:r>
            <w:r w:rsidRPr="00F12594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A373B" w14:paraId="2B040CCC" w14:textId="77777777" w:rsidTr="00FD02BC">
        <w:tc>
          <w:tcPr>
            <w:tcW w:w="1311" w:type="dxa"/>
          </w:tcPr>
          <w:p w14:paraId="588A0C25" w14:textId="4CD1566F" w:rsidR="00FA373B" w:rsidRPr="001A5581" w:rsidRDefault="00FA373B" w:rsidP="00FA373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28130037</w:t>
            </w:r>
          </w:p>
        </w:tc>
        <w:tc>
          <w:tcPr>
            <w:tcW w:w="2086" w:type="dxa"/>
          </w:tcPr>
          <w:p w14:paraId="5E44D552" w14:textId="77777777" w:rsidR="00FA373B" w:rsidRDefault="00FA373B" w:rsidP="00FA373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Tassello di fissaggio</w:t>
            </w:r>
          </w:p>
          <w:p w14:paraId="4300D1FD" w14:textId="11B8A034" w:rsidR="00FA373B" w:rsidRPr="001A5581" w:rsidRDefault="00FA373B" w:rsidP="00FA373B">
            <w:pPr>
              <w:jc w:val="center"/>
              <w:rPr>
                <w:rFonts w:ascii="Poppins" w:hAnsi="Poppins" w:cs="Poppins"/>
                <w:sz w:val="20"/>
              </w:rPr>
            </w:pPr>
            <w:r w:rsidRPr="00E538C4">
              <w:rPr>
                <w:rFonts w:ascii="Poppins" w:hAnsi="Poppins" w:cs="Poppins"/>
                <w:sz w:val="20"/>
              </w:rPr>
              <w:t>Ø50 x L 70</w:t>
            </w:r>
          </w:p>
        </w:tc>
        <w:tc>
          <w:tcPr>
            <w:tcW w:w="6101" w:type="dxa"/>
          </w:tcPr>
          <w:p w14:paraId="17F6C40D" w14:textId="77777777" w:rsidR="00FA373B" w:rsidRDefault="00FA373B" w:rsidP="00FA373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Tassello di fissaggio per foro da Ø 10 mm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70CBE56F" w14:textId="77777777" w:rsidR="00FA373B" w:rsidRPr="00F12594" w:rsidRDefault="00FA373B" w:rsidP="00FA373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92DD4CD" w14:textId="77777777" w:rsidR="00FA373B" w:rsidRPr="00F12594" w:rsidRDefault="00FA373B" w:rsidP="00FA373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Ø50 x L 70</w:t>
            </w:r>
          </w:p>
          <w:p w14:paraId="4E499184" w14:textId="77777777" w:rsidR="00FA373B" w:rsidRPr="00F12594" w:rsidRDefault="00FA373B" w:rsidP="00FA373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4D1ADC3" w14:textId="77605502" w:rsidR="00FA373B" w:rsidRPr="001A5581" w:rsidRDefault="00FA373B" w:rsidP="00FA373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 xml:space="preserve">Emmeti </w:t>
            </w:r>
            <w:r w:rsidRPr="00F12594">
              <w:rPr>
                <w:rFonts w:ascii="Poppins" w:hAnsi="Poppins" w:cs="Poppins"/>
                <w:b/>
                <w:sz w:val="20"/>
              </w:rPr>
              <w:t>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Tassello di fissaggio </w:t>
            </w:r>
            <w:r w:rsidRPr="00E538C4">
              <w:rPr>
                <w:rFonts w:ascii="Poppins" w:hAnsi="Poppins" w:cs="Poppins"/>
                <w:b/>
                <w:sz w:val="20"/>
              </w:rPr>
              <w:t>Ø50 x L 70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A373B" w14:paraId="602284D8" w14:textId="77777777" w:rsidTr="00FD02BC">
        <w:tc>
          <w:tcPr>
            <w:tcW w:w="1311" w:type="dxa"/>
          </w:tcPr>
          <w:p w14:paraId="556BCACB" w14:textId="2BE79E43" w:rsidR="00FA373B" w:rsidRPr="001A5581" w:rsidRDefault="00FA373B" w:rsidP="00FA373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</w:t>
            </w:r>
            <w:r>
              <w:rPr>
                <w:rFonts w:ascii="Poppins" w:hAnsi="Poppins" w:cs="Poppins"/>
                <w:sz w:val="20"/>
              </w:rPr>
              <w:t>41020</w:t>
            </w:r>
          </w:p>
        </w:tc>
        <w:tc>
          <w:tcPr>
            <w:tcW w:w="2086" w:type="dxa"/>
          </w:tcPr>
          <w:p w14:paraId="234FC209" w14:textId="30F48CF2" w:rsidR="00FA373B" w:rsidRPr="001A5581" w:rsidRDefault="00FA373B" w:rsidP="00FA373B">
            <w:pPr>
              <w:jc w:val="center"/>
              <w:rPr>
                <w:rFonts w:ascii="Poppins" w:hAnsi="Poppins" w:cs="Poppins"/>
                <w:sz w:val="20"/>
              </w:rPr>
            </w:pPr>
            <w:r w:rsidRPr="00E538C4">
              <w:rPr>
                <w:rFonts w:ascii="Poppins" w:hAnsi="Poppins" w:cs="Poppins"/>
                <w:sz w:val="20"/>
              </w:rPr>
              <w:t>Foglio di copertura in polietilene rigenerato con griglia in rotolo 2x50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E538C4">
              <w:rPr>
                <w:rFonts w:ascii="Poppins" w:hAnsi="Poppins" w:cs="Poppins"/>
                <w:sz w:val="20"/>
              </w:rPr>
              <w:t xml:space="preserve">m </w:t>
            </w:r>
            <w:proofErr w:type="spellStart"/>
            <w:r w:rsidRPr="00E538C4">
              <w:rPr>
                <w:rFonts w:ascii="Poppins" w:hAnsi="Poppins" w:cs="Poppins"/>
                <w:sz w:val="20"/>
              </w:rPr>
              <w:t>conf.</w:t>
            </w:r>
            <w:proofErr w:type="spellEnd"/>
            <w:r w:rsidRPr="00E538C4">
              <w:rPr>
                <w:rFonts w:ascii="Poppins" w:hAnsi="Poppins" w:cs="Poppins"/>
                <w:sz w:val="20"/>
              </w:rPr>
              <w:t xml:space="preserve"> 100 m2</w:t>
            </w:r>
          </w:p>
        </w:tc>
        <w:tc>
          <w:tcPr>
            <w:tcW w:w="6101" w:type="dxa"/>
          </w:tcPr>
          <w:p w14:paraId="3614AE21" w14:textId="77777777" w:rsidR="00FA373B" w:rsidRDefault="00FA373B" w:rsidP="00FA373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Foglio di copertura in polietilene</w:t>
            </w:r>
            <w:r>
              <w:rPr>
                <w:rFonts w:ascii="Poppins" w:hAnsi="Poppins" w:cs="Poppins"/>
                <w:sz w:val="20"/>
              </w:rPr>
              <w:t xml:space="preserve"> rigenerato con griglia</w:t>
            </w:r>
            <w:r w:rsidRPr="00F12594">
              <w:rPr>
                <w:rFonts w:ascii="Poppins" w:hAnsi="Poppins" w:cs="Poppins"/>
                <w:sz w:val="20"/>
              </w:rPr>
              <w:t>, spessore 0,2 mm, larghezza 2 m, ripiegato, in rotolo da 50 m.</w:t>
            </w:r>
          </w:p>
          <w:p w14:paraId="52690679" w14:textId="77777777" w:rsidR="00FA373B" w:rsidRPr="00F12594" w:rsidRDefault="00FA373B" w:rsidP="00FA373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22A2BAC" w14:textId="77777777" w:rsidR="00FA373B" w:rsidRPr="00F12594" w:rsidRDefault="00FA373B" w:rsidP="00FA373B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100</w:t>
            </w:r>
          </w:p>
          <w:p w14:paraId="46DA258C" w14:textId="77777777" w:rsidR="00FA373B" w:rsidRPr="00F12594" w:rsidRDefault="00FA373B" w:rsidP="00FA373B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2527369" w14:textId="39DF5150" w:rsidR="00FA373B" w:rsidRPr="001A5581" w:rsidRDefault="00FA373B" w:rsidP="00FA373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E538C4">
              <w:rPr>
                <w:rFonts w:ascii="Poppins" w:hAnsi="Poppins" w:cs="Poppins"/>
                <w:b/>
                <w:sz w:val="20"/>
              </w:rPr>
              <w:t>Foglio di copertura in polietilene rigenerato con griglia in rotolo 2x50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E538C4">
              <w:rPr>
                <w:rFonts w:ascii="Poppins" w:hAnsi="Poppins" w:cs="Poppins"/>
                <w:b/>
                <w:sz w:val="20"/>
              </w:rPr>
              <w:t xml:space="preserve">m </w:t>
            </w:r>
            <w:proofErr w:type="spellStart"/>
            <w:r w:rsidRPr="00E538C4">
              <w:rPr>
                <w:rFonts w:ascii="Poppins" w:hAnsi="Poppins" w:cs="Poppins"/>
                <w:b/>
                <w:sz w:val="20"/>
              </w:rPr>
              <w:t>conf.</w:t>
            </w:r>
            <w:proofErr w:type="spellEnd"/>
            <w:r w:rsidRPr="00E538C4">
              <w:rPr>
                <w:rFonts w:ascii="Poppins" w:hAnsi="Poppins" w:cs="Poppins"/>
                <w:b/>
                <w:sz w:val="20"/>
              </w:rPr>
              <w:t xml:space="preserve"> 100 m2</w:t>
            </w:r>
            <w:r w:rsidRPr="00F12594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F7A31" w14:paraId="141B822C" w14:textId="77777777" w:rsidTr="00FD02BC">
        <w:tc>
          <w:tcPr>
            <w:tcW w:w="1311" w:type="dxa"/>
          </w:tcPr>
          <w:p w14:paraId="274F3C7E" w14:textId="6656F2CE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28130041</w:t>
            </w:r>
          </w:p>
        </w:tc>
        <w:tc>
          <w:tcPr>
            <w:tcW w:w="2086" w:type="dxa"/>
          </w:tcPr>
          <w:p w14:paraId="25D08870" w14:textId="150C418F" w:rsidR="00FF7A31" w:rsidRPr="001A5581" w:rsidRDefault="00FF7A31" w:rsidP="00FF7A31">
            <w:pPr>
              <w:jc w:val="center"/>
              <w:rPr>
                <w:rFonts w:ascii="Poppins" w:hAnsi="Poppins" w:cs="Poppins"/>
                <w:sz w:val="20"/>
              </w:rPr>
            </w:pPr>
            <w:proofErr w:type="spellStart"/>
            <w:r w:rsidRPr="00F12594">
              <w:rPr>
                <w:rFonts w:ascii="Poppins" w:hAnsi="Poppins" w:cs="Poppins"/>
                <w:sz w:val="20"/>
              </w:rPr>
              <w:t>Svolgirotolo</w:t>
            </w:r>
            <w:proofErr w:type="spellEnd"/>
          </w:p>
        </w:tc>
        <w:tc>
          <w:tcPr>
            <w:tcW w:w="6101" w:type="dxa"/>
          </w:tcPr>
          <w:p w14:paraId="1AF0B728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proofErr w:type="spellStart"/>
            <w:r w:rsidRPr="00F12594">
              <w:rPr>
                <w:rFonts w:ascii="Poppins" w:hAnsi="Poppins" w:cs="Poppins"/>
                <w:sz w:val="20"/>
              </w:rPr>
              <w:t>Svolgirotolo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completamente smontabile per tubazioni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Alpert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>, PE-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Xc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e PE-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Xa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per rotoli fino a 600 m.</w:t>
            </w:r>
          </w:p>
          <w:p w14:paraId="1FAF44C3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Misure rotoli: Ø minimo 35 cm, Ø massimo 100 cm e altezza 50 cm.</w:t>
            </w:r>
          </w:p>
          <w:p w14:paraId="21EDAE67" w14:textId="77777777" w:rsidR="00FF7A31" w:rsidRPr="00F12594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91E8D32" w14:textId="36487CC9" w:rsidR="00FF7A31" w:rsidRPr="001A5581" w:rsidRDefault="00FF7A31" w:rsidP="00FF7A3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Svolgirotolo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370F8" w14:paraId="0D17473A" w14:textId="77777777" w:rsidTr="00FD02BC">
        <w:tc>
          <w:tcPr>
            <w:tcW w:w="1311" w:type="dxa"/>
          </w:tcPr>
          <w:p w14:paraId="43878860" w14:textId="60541A8F" w:rsidR="00F370F8" w:rsidRPr="00F12594" w:rsidRDefault="00F370F8" w:rsidP="00F370F8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28130760</w:t>
            </w:r>
          </w:p>
        </w:tc>
        <w:tc>
          <w:tcPr>
            <w:tcW w:w="2086" w:type="dxa"/>
          </w:tcPr>
          <w:p w14:paraId="158BD4C4" w14:textId="77777777" w:rsidR="00F370F8" w:rsidRDefault="00F370F8" w:rsidP="00F370F8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Cesoia per tubo in plastica</w:t>
            </w:r>
          </w:p>
          <w:p w14:paraId="41879B59" w14:textId="306E1D80" w:rsidR="00F370F8" w:rsidRPr="00F12594" w:rsidRDefault="00F370F8" w:rsidP="00F370F8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Ø8–25</w:t>
            </w:r>
          </w:p>
        </w:tc>
        <w:tc>
          <w:tcPr>
            <w:tcW w:w="6101" w:type="dxa"/>
          </w:tcPr>
          <w:p w14:paraId="0B6E771E" w14:textId="77777777" w:rsidR="00F370F8" w:rsidRPr="00515EE8" w:rsidRDefault="00F370F8" w:rsidP="00F370F8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Cesoia per tagliare i tubi rigidi in plastica con le pareti sottile</w:t>
            </w:r>
          </w:p>
          <w:p w14:paraId="27DC758B" w14:textId="77777777" w:rsidR="00F370F8" w:rsidRPr="00515EE8" w:rsidRDefault="00F370F8" w:rsidP="00F370F8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senza sbavature.</w:t>
            </w:r>
          </w:p>
          <w:p w14:paraId="4F961F73" w14:textId="77777777" w:rsidR="00F370F8" w:rsidRPr="00515EE8" w:rsidRDefault="00F370F8" w:rsidP="00F370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D416355" w14:textId="77777777" w:rsidR="00F370F8" w:rsidRPr="00515EE8" w:rsidRDefault="00F370F8" w:rsidP="00F370F8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Misura: Ø 8 – 25</w:t>
            </w:r>
          </w:p>
          <w:p w14:paraId="608C8493" w14:textId="77777777" w:rsidR="00F370F8" w:rsidRPr="00515EE8" w:rsidRDefault="00F370F8" w:rsidP="00F370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A5F8252" w14:textId="09C6ED4C" w:rsidR="00F370F8" w:rsidRPr="00F12594" w:rsidRDefault="00F370F8" w:rsidP="00F370F8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b/>
                <w:bCs/>
                <w:sz w:val="20"/>
              </w:rPr>
              <w:t>Marca Emmeti – Modello Cesoia per tubo in plastica Ø8–25 o equivalente.</w:t>
            </w:r>
          </w:p>
        </w:tc>
      </w:tr>
      <w:tr w:rsidR="00F370F8" w14:paraId="552BCB79" w14:textId="77777777" w:rsidTr="00FD02BC">
        <w:tc>
          <w:tcPr>
            <w:tcW w:w="1311" w:type="dxa"/>
          </w:tcPr>
          <w:p w14:paraId="3CC141E4" w14:textId="2F8A33AF" w:rsidR="00F370F8" w:rsidRPr="00F12594" w:rsidRDefault="00F370F8" w:rsidP="00F370F8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28130761</w:t>
            </w:r>
          </w:p>
        </w:tc>
        <w:tc>
          <w:tcPr>
            <w:tcW w:w="2086" w:type="dxa"/>
          </w:tcPr>
          <w:p w14:paraId="63ED8774" w14:textId="77777777" w:rsidR="00F370F8" w:rsidRDefault="00F370F8" w:rsidP="00F370F8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Lama di ricambio per cesoia</w:t>
            </w:r>
          </w:p>
          <w:p w14:paraId="5D0993BB" w14:textId="2A7266E7" w:rsidR="00F370F8" w:rsidRPr="00F12594" w:rsidRDefault="00F370F8" w:rsidP="00F370F8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Ø8–25</w:t>
            </w:r>
          </w:p>
        </w:tc>
        <w:tc>
          <w:tcPr>
            <w:tcW w:w="6101" w:type="dxa"/>
          </w:tcPr>
          <w:p w14:paraId="01E265C4" w14:textId="77777777" w:rsidR="00F370F8" w:rsidRPr="00515EE8" w:rsidRDefault="00F370F8" w:rsidP="00F370F8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Lama di ricambio per cesoia.</w:t>
            </w:r>
          </w:p>
          <w:p w14:paraId="6566CC5E" w14:textId="77777777" w:rsidR="00F370F8" w:rsidRPr="00515EE8" w:rsidRDefault="00F370F8" w:rsidP="00F370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37546D9" w14:textId="33BB2CE2" w:rsidR="00F370F8" w:rsidRPr="00F12594" w:rsidRDefault="00F370F8" w:rsidP="00F370F8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b/>
                <w:bCs/>
                <w:sz w:val="20"/>
              </w:rPr>
              <w:t>Marca Emmeti – Modello Lama di ricambio per cesoia Ø8–25 o equivalente.</w:t>
            </w:r>
          </w:p>
        </w:tc>
      </w:tr>
      <w:tr w:rsidR="00162FC8" w14:paraId="7B19B2F6" w14:textId="77777777" w:rsidTr="00FD02BC">
        <w:tc>
          <w:tcPr>
            <w:tcW w:w="1311" w:type="dxa"/>
          </w:tcPr>
          <w:p w14:paraId="7E5D7EA3" w14:textId="2F012126" w:rsidR="00162FC8" w:rsidRPr="001A5581" w:rsidRDefault="00162FC8" w:rsidP="00162FC8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902000</w:t>
            </w:r>
            <w:r>
              <w:rPr>
                <w:rFonts w:ascii="Poppins" w:hAnsi="Poppins" w:cs="Poppins"/>
                <w:sz w:val="20"/>
              </w:rPr>
              <w:t>40</w:t>
            </w:r>
          </w:p>
        </w:tc>
        <w:tc>
          <w:tcPr>
            <w:tcW w:w="2086" w:type="dxa"/>
          </w:tcPr>
          <w:p w14:paraId="63D03D4E" w14:textId="0A5CFACD" w:rsidR="00162FC8" w:rsidRPr="001A5581" w:rsidRDefault="00162FC8" w:rsidP="00162FC8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Nastro adesivo Emmeti </w:t>
            </w:r>
            <w:r w:rsidRPr="003B7A02">
              <w:rPr>
                <w:rFonts w:ascii="Poppins" w:hAnsi="Poppins" w:cs="Poppins"/>
                <w:sz w:val="20"/>
              </w:rPr>
              <w:t>H75 mm L132 m</w:t>
            </w:r>
          </w:p>
        </w:tc>
        <w:tc>
          <w:tcPr>
            <w:tcW w:w="6101" w:type="dxa"/>
          </w:tcPr>
          <w:p w14:paraId="3C81E163" w14:textId="77777777" w:rsidR="00162FC8" w:rsidRPr="00F12594" w:rsidRDefault="00162FC8" w:rsidP="00162FC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Nastro adesivo, in rotolo, larghezza 75 mm x lunghezza 132 m</w:t>
            </w:r>
            <w:r>
              <w:rPr>
                <w:rFonts w:ascii="Poppins" w:hAnsi="Poppins" w:cs="Poppins"/>
                <w:sz w:val="20"/>
              </w:rPr>
              <w:t>.</w:t>
            </w:r>
            <w:r w:rsidRPr="00F12594">
              <w:rPr>
                <w:rFonts w:ascii="Poppins" w:hAnsi="Poppins" w:cs="Poppins"/>
                <w:sz w:val="20"/>
              </w:rPr>
              <w:t xml:space="preserve"> </w:t>
            </w:r>
          </w:p>
          <w:p w14:paraId="5DB05799" w14:textId="77777777" w:rsidR="00162FC8" w:rsidRPr="00F12594" w:rsidRDefault="00162FC8" w:rsidP="00162FC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83A9958" w14:textId="511D711B" w:rsidR="00162FC8" w:rsidRPr="001A5581" w:rsidRDefault="00162FC8" w:rsidP="00162FC8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Nastro adesivo Emmeti </w:t>
            </w:r>
            <w:r w:rsidRPr="003B7A02">
              <w:rPr>
                <w:rFonts w:ascii="Poppins" w:hAnsi="Poppins" w:cs="Poppins"/>
                <w:b/>
                <w:sz w:val="20"/>
              </w:rPr>
              <w:t>H75 mm L132 m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23F37A16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36CBA" w14:textId="77777777" w:rsidR="00B447ED" w:rsidRDefault="00B447ED">
      <w:r>
        <w:separator/>
      </w:r>
    </w:p>
  </w:endnote>
  <w:endnote w:type="continuationSeparator" w:id="0">
    <w:p w14:paraId="0802F147" w14:textId="77777777" w:rsidR="00B447ED" w:rsidRDefault="00B44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0D5DD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79070FBF" w14:textId="77777777" w:rsidTr="004706FD">
      <w:tc>
        <w:tcPr>
          <w:tcW w:w="4534" w:type="dxa"/>
        </w:tcPr>
        <w:p w14:paraId="02B95322" w14:textId="7777777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1A5581">
            <w:rPr>
              <w:rFonts w:ascii="Poppins" w:hAnsi="Poppins" w:cs="Poppins"/>
              <w:iCs/>
              <w:noProof/>
              <w:sz w:val="16"/>
            </w:rPr>
            <w:t>Sistema EPS Klettjet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1AB6FCA5" w14:textId="4D5E1096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162FC8">
            <w:rPr>
              <w:rFonts w:ascii="Poppins" w:hAnsi="Poppins" w:cs="Poppins"/>
              <w:noProof/>
              <w:sz w:val="14"/>
              <w:szCs w:val="14"/>
            </w:rPr>
            <w:t>8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1EF40002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202A155F" wp14:editId="0982A5AC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E09AA" w14:textId="77777777" w:rsidR="00B447ED" w:rsidRDefault="00B447ED">
      <w:r>
        <w:separator/>
      </w:r>
    </w:p>
  </w:footnote>
  <w:footnote w:type="continuationSeparator" w:id="0">
    <w:p w14:paraId="58FBECDA" w14:textId="77777777" w:rsidR="00B447ED" w:rsidRDefault="00B447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D5731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42454827" wp14:editId="76EDE9AA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35A6B32A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57342D38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CB064144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74C7E"/>
    <w:multiLevelType w:val="hybridMultilevel"/>
    <w:tmpl w:val="93A484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6251"/>
    <w:multiLevelType w:val="hybridMultilevel"/>
    <w:tmpl w:val="0F92CC38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CC6A74"/>
    <w:multiLevelType w:val="hybridMultilevel"/>
    <w:tmpl w:val="7DBAE1CA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FC670F"/>
    <w:multiLevelType w:val="hybridMultilevel"/>
    <w:tmpl w:val="CA329618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444B89"/>
    <w:multiLevelType w:val="hybridMultilevel"/>
    <w:tmpl w:val="19D8F2D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330B78"/>
    <w:multiLevelType w:val="hybridMultilevel"/>
    <w:tmpl w:val="540261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C8C4962"/>
    <w:multiLevelType w:val="hybridMultilevel"/>
    <w:tmpl w:val="11FE97E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5423695">
    <w:abstractNumId w:val="14"/>
  </w:num>
  <w:num w:numId="2" w16cid:durableId="1734620967">
    <w:abstractNumId w:val="13"/>
  </w:num>
  <w:num w:numId="3" w16cid:durableId="1507592323">
    <w:abstractNumId w:val="6"/>
  </w:num>
  <w:num w:numId="4" w16cid:durableId="446461758">
    <w:abstractNumId w:val="4"/>
  </w:num>
  <w:num w:numId="5" w16cid:durableId="478302935">
    <w:abstractNumId w:val="10"/>
  </w:num>
  <w:num w:numId="6" w16cid:durableId="1995059112">
    <w:abstractNumId w:val="9"/>
  </w:num>
  <w:num w:numId="7" w16cid:durableId="737824734">
    <w:abstractNumId w:val="7"/>
  </w:num>
  <w:num w:numId="8" w16cid:durableId="394355847">
    <w:abstractNumId w:val="9"/>
  </w:num>
  <w:num w:numId="9" w16cid:durableId="1973052106">
    <w:abstractNumId w:val="0"/>
  </w:num>
  <w:num w:numId="10" w16cid:durableId="240993553">
    <w:abstractNumId w:val="9"/>
  </w:num>
  <w:num w:numId="11" w16cid:durableId="632367757">
    <w:abstractNumId w:val="18"/>
  </w:num>
  <w:num w:numId="12" w16cid:durableId="946891537">
    <w:abstractNumId w:val="21"/>
  </w:num>
  <w:num w:numId="13" w16cid:durableId="1892113927">
    <w:abstractNumId w:val="17"/>
  </w:num>
  <w:num w:numId="14" w16cid:durableId="1220483891">
    <w:abstractNumId w:val="8"/>
  </w:num>
  <w:num w:numId="15" w16cid:durableId="1849786213">
    <w:abstractNumId w:val="19"/>
  </w:num>
  <w:num w:numId="16" w16cid:durableId="1931356145">
    <w:abstractNumId w:val="23"/>
  </w:num>
  <w:num w:numId="17" w16cid:durableId="1619723763">
    <w:abstractNumId w:val="24"/>
  </w:num>
  <w:num w:numId="18" w16cid:durableId="1984433009">
    <w:abstractNumId w:val="20"/>
  </w:num>
  <w:num w:numId="19" w16cid:durableId="1718427453">
    <w:abstractNumId w:val="1"/>
  </w:num>
  <w:num w:numId="20" w16cid:durableId="256184181">
    <w:abstractNumId w:val="2"/>
  </w:num>
  <w:num w:numId="21" w16cid:durableId="1197885746">
    <w:abstractNumId w:val="11"/>
  </w:num>
  <w:num w:numId="22" w16cid:durableId="840588373">
    <w:abstractNumId w:val="25"/>
  </w:num>
  <w:num w:numId="23" w16cid:durableId="68428515">
    <w:abstractNumId w:val="16"/>
  </w:num>
  <w:num w:numId="24" w16cid:durableId="233125735">
    <w:abstractNumId w:val="15"/>
  </w:num>
  <w:num w:numId="25" w16cid:durableId="1229419570">
    <w:abstractNumId w:val="22"/>
  </w:num>
  <w:num w:numId="26" w16cid:durableId="838691184">
    <w:abstractNumId w:val="12"/>
  </w:num>
  <w:num w:numId="27" w16cid:durableId="613446213">
    <w:abstractNumId w:val="3"/>
  </w:num>
  <w:num w:numId="28" w16cid:durableId="10979407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6784D"/>
    <w:rsid w:val="0009136B"/>
    <w:rsid w:val="000915E6"/>
    <w:rsid w:val="000B6932"/>
    <w:rsid w:val="000C52FA"/>
    <w:rsid w:val="000F7A52"/>
    <w:rsid w:val="001036A7"/>
    <w:rsid w:val="00103A0D"/>
    <w:rsid w:val="001441C6"/>
    <w:rsid w:val="001450AB"/>
    <w:rsid w:val="001620E3"/>
    <w:rsid w:val="00162FC8"/>
    <w:rsid w:val="0016602E"/>
    <w:rsid w:val="00171DAE"/>
    <w:rsid w:val="00183B55"/>
    <w:rsid w:val="00195A49"/>
    <w:rsid w:val="001A5581"/>
    <w:rsid w:val="001D365F"/>
    <w:rsid w:val="001E6403"/>
    <w:rsid w:val="001F782F"/>
    <w:rsid w:val="00212EAD"/>
    <w:rsid w:val="0022408D"/>
    <w:rsid w:val="0023000E"/>
    <w:rsid w:val="002346C2"/>
    <w:rsid w:val="00264BCF"/>
    <w:rsid w:val="0028448D"/>
    <w:rsid w:val="002862D2"/>
    <w:rsid w:val="002871FD"/>
    <w:rsid w:val="002B45BD"/>
    <w:rsid w:val="002B5D63"/>
    <w:rsid w:val="002D458C"/>
    <w:rsid w:val="002F7EEA"/>
    <w:rsid w:val="00304518"/>
    <w:rsid w:val="003333BC"/>
    <w:rsid w:val="00344430"/>
    <w:rsid w:val="003524C7"/>
    <w:rsid w:val="00357812"/>
    <w:rsid w:val="00365710"/>
    <w:rsid w:val="00372ECE"/>
    <w:rsid w:val="003B3214"/>
    <w:rsid w:val="003C64C3"/>
    <w:rsid w:val="003D4BE3"/>
    <w:rsid w:val="004272FC"/>
    <w:rsid w:val="00433C12"/>
    <w:rsid w:val="00435CEA"/>
    <w:rsid w:val="0044592F"/>
    <w:rsid w:val="00446C84"/>
    <w:rsid w:val="00447EFC"/>
    <w:rsid w:val="004706FD"/>
    <w:rsid w:val="00474537"/>
    <w:rsid w:val="0048382E"/>
    <w:rsid w:val="00484CCC"/>
    <w:rsid w:val="004925E7"/>
    <w:rsid w:val="004F1A26"/>
    <w:rsid w:val="005235FA"/>
    <w:rsid w:val="00525BAE"/>
    <w:rsid w:val="00527AF0"/>
    <w:rsid w:val="00530F9B"/>
    <w:rsid w:val="005315F1"/>
    <w:rsid w:val="00536743"/>
    <w:rsid w:val="00562E55"/>
    <w:rsid w:val="00570CF8"/>
    <w:rsid w:val="00584984"/>
    <w:rsid w:val="005B1D77"/>
    <w:rsid w:val="005C61B9"/>
    <w:rsid w:val="005E1169"/>
    <w:rsid w:val="006015C2"/>
    <w:rsid w:val="006040F5"/>
    <w:rsid w:val="00610639"/>
    <w:rsid w:val="00620C00"/>
    <w:rsid w:val="00665813"/>
    <w:rsid w:val="00667366"/>
    <w:rsid w:val="006B218C"/>
    <w:rsid w:val="006B29B1"/>
    <w:rsid w:val="006C14CB"/>
    <w:rsid w:val="006C4092"/>
    <w:rsid w:val="006D044B"/>
    <w:rsid w:val="006D4FDF"/>
    <w:rsid w:val="006E5C4B"/>
    <w:rsid w:val="006F1812"/>
    <w:rsid w:val="006F6AB3"/>
    <w:rsid w:val="00710BB8"/>
    <w:rsid w:val="00727388"/>
    <w:rsid w:val="0073789C"/>
    <w:rsid w:val="00745AB1"/>
    <w:rsid w:val="0074712F"/>
    <w:rsid w:val="00757AC7"/>
    <w:rsid w:val="007605EB"/>
    <w:rsid w:val="00760966"/>
    <w:rsid w:val="00782096"/>
    <w:rsid w:val="007B5BA3"/>
    <w:rsid w:val="007D5EC7"/>
    <w:rsid w:val="007E6E02"/>
    <w:rsid w:val="007E7665"/>
    <w:rsid w:val="007F4841"/>
    <w:rsid w:val="008014DD"/>
    <w:rsid w:val="0080323F"/>
    <w:rsid w:val="00830828"/>
    <w:rsid w:val="00844BBC"/>
    <w:rsid w:val="0084511B"/>
    <w:rsid w:val="008574C8"/>
    <w:rsid w:val="00867692"/>
    <w:rsid w:val="008804CB"/>
    <w:rsid w:val="00887902"/>
    <w:rsid w:val="008A2C0A"/>
    <w:rsid w:val="008B5587"/>
    <w:rsid w:val="008C2F88"/>
    <w:rsid w:val="008E5212"/>
    <w:rsid w:val="008F1192"/>
    <w:rsid w:val="008F2CEE"/>
    <w:rsid w:val="00904071"/>
    <w:rsid w:val="009059BB"/>
    <w:rsid w:val="009116DC"/>
    <w:rsid w:val="00923354"/>
    <w:rsid w:val="00931A8A"/>
    <w:rsid w:val="0094047C"/>
    <w:rsid w:val="00941308"/>
    <w:rsid w:val="00941635"/>
    <w:rsid w:val="00942B09"/>
    <w:rsid w:val="0096554D"/>
    <w:rsid w:val="00986B62"/>
    <w:rsid w:val="00991D41"/>
    <w:rsid w:val="00992282"/>
    <w:rsid w:val="0099452E"/>
    <w:rsid w:val="009A219D"/>
    <w:rsid w:val="009B37F1"/>
    <w:rsid w:val="009C1166"/>
    <w:rsid w:val="009C6E4E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216E2"/>
    <w:rsid w:val="00A303B9"/>
    <w:rsid w:val="00A51350"/>
    <w:rsid w:val="00A62A77"/>
    <w:rsid w:val="00A743FF"/>
    <w:rsid w:val="00AC0741"/>
    <w:rsid w:val="00AD05EC"/>
    <w:rsid w:val="00AD1706"/>
    <w:rsid w:val="00AF1506"/>
    <w:rsid w:val="00AF350C"/>
    <w:rsid w:val="00B406A9"/>
    <w:rsid w:val="00B447ED"/>
    <w:rsid w:val="00B66284"/>
    <w:rsid w:val="00B7475F"/>
    <w:rsid w:val="00B93CD1"/>
    <w:rsid w:val="00BB0104"/>
    <w:rsid w:val="00BB2A5B"/>
    <w:rsid w:val="00BD14D8"/>
    <w:rsid w:val="00BE1149"/>
    <w:rsid w:val="00BE3268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47D81"/>
    <w:rsid w:val="00C55FF9"/>
    <w:rsid w:val="00C67617"/>
    <w:rsid w:val="00C84D60"/>
    <w:rsid w:val="00C86331"/>
    <w:rsid w:val="00C92ECA"/>
    <w:rsid w:val="00C93402"/>
    <w:rsid w:val="00C939B1"/>
    <w:rsid w:val="00CB1475"/>
    <w:rsid w:val="00CC31A7"/>
    <w:rsid w:val="00CE7C2F"/>
    <w:rsid w:val="00CF15CB"/>
    <w:rsid w:val="00D061A5"/>
    <w:rsid w:val="00D178ED"/>
    <w:rsid w:val="00D17F30"/>
    <w:rsid w:val="00D2119B"/>
    <w:rsid w:val="00D229AF"/>
    <w:rsid w:val="00D26FD9"/>
    <w:rsid w:val="00D440AE"/>
    <w:rsid w:val="00D62BDF"/>
    <w:rsid w:val="00D832BB"/>
    <w:rsid w:val="00D85586"/>
    <w:rsid w:val="00D9001F"/>
    <w:rsid w:val="00D902A4"/>
    <w:rsid w:val="00DA3646"/>
    <w:rsid w:val="00DD2E16"/>
    <w:rsid w:val="00DE5C0B"/>
    <w:rsid w:val="00E06729"/>
    <w:rsid w:val="00E07577"/>
    <w:rsid w:val="00E17A38"/>
    <w:rsid w:val="00E2046C"/>
    <w:rsid w:val="00E21DBB"/>
    <w:rsid w:val="00E36C49"/>
    <w:rsid w:val="00E42389"/>
    <w:rsid w:val="00E5632D"/>
    <w:rsid w:val="00E7391C"/>
    <w:rsid w:val="00E76C19"/>
    <w:rsid w:val="00E94BE3"/>
    <w:rsid w:val="00EA01C8"/>
    <w:rsid w:val="00EB198A"/>
    <w:rsid w:val="00EB33B9"/>
    <w:rsid w:val="00EC29FF"/>
    <w:rsid w:val="00ED24CF"/>
    <w:rsid w:val="00EF73E5"/>
    <w:rsid w:val="00F370F8"/>
    <w:rsid w:val="00F50F65"/>
    <w:rsid w:val="00F53758"/>
    <w:rsid w:val="00F60A08"/>
    <w:rsid w:val="00FA373B"/>
    <w:rsid w:val="00FC14FE"/>
    <w:rsid w:val="00FD02BC"/>
    <w:rsid w:val="00FD255D"/>
    <w:rsid w:val="00FF2AA1"/>
    <w:rsid w:val="00FF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4105658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79BBD-8A09-45EA-8561-CF9B2852F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8</Pages>
  <Words>1837</Words>
  <Characters>9899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11713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16</cp:revision>
  <cp:lastPrinted>2013-11-14T13:48:00Z</cp:lastPrinted>
  <dcterms:created xsi:type="dcterms:W3CDTF">2025-01-16T07:56:00Z</dcterms:created>
  <dcterms:modified xsi:type="dcterms:W3CDTF">2025-08-26T10:10:00Z</dcterms:modified>
</cp:coreProperties>
</file>